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28CE12C9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285BB3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2B">
        <w:rPr>
          <w:rFonts w:ascii="Times New Roman" w:hAnsi="Times New Roman"/>
          <w:b/>
          <w:bCs/>
          <w:sz w:val="24"/>
          <w:szCs w:val="24"/>
        </w:rPr>
        <w:tab/>
      </w:r>
      <w:r w:rsidR="00D8672B">
        <w:rPr>
          <w:rFonts w:ascii="Times New Roman" w:hAnsi="Times New Roman"/>
          <w:b/>
          <w:bCs/>
          <w:sz w:val="24"/>
          <w:szCs w:val="24"/>
        </w:rPr>
        <w:tab/>
      </w:r>
      <w:r w:rsidR="00D8672B">
        <w:rPr>
          <w:rFonts w:ascii="Times New Roman" w:hAnsi="Times New Roman"/>
          <w:b/>
          <w:bCs/>
          <w:sz w:val="24"/>
          <w:szCs w:val="24"/>
        </w:rPr>
        <w:tab/>
      </w:r>
      <w:r w:rsidR="00D8672B">
        <w:rPr>
          <w:rFonts w:ascii="Times New Roman" w:hAnsi="Times New Roman"/>
          <w:b/>
          <w:bCs/>
          <w:sz w:val="24"/>
          <w:szCs w:val="24"/>
        </w:rPr>
        <w:tab/>
      </w:r>
      <w:r w:rsidR="00D8672B">
        <w:rPr>
          <w:rFonts w:ascii="Times New Roman" w:hAnsi="Times New Roman"/>
          <w:b/>
          <w:bCs/>
          <w:sz w:val="24"/>
          <w:szCs w:val="24"/>
        </w:rPr>
        <w:tab/>
      </w:r>
      <w:r w:rsidR="00D8678B" w:rsidRPr="00285BB3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285BB3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285BB3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285BB3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285BB3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285BB3">
        <w:rPr>
          <w:rFonts w:ascii="Times New Roman" w:hAnsi="Times New Roman"/>
          <w:bCs/>
          <w:i/>
          <w:sz w:val="24"/>
          <w:szCs w:val="24"/>
        </w:rPr>
        <w:t>12/2019</w:t>
      </w:r>
    </w:p>
    <w:p w14:paraId="76494635" w14:textId="77777777" w:rsidR="00D8672B" w:rsidRPr="00285BB3" w:rsidRDefault="00D8672B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4B07FC45" w14:textId="77777777" w:rsidR="0085747A" w:rsidRPr="00285BB3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85BB3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285BB3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85BB3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285BB3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285BB3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285BB3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285BB3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285BB3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285BB3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285BB3">
        <w:rPr>
          <w:rFonts w:ascii="Times New Roman" w:hAnsi="Times New Roman"/>
          <w:b/>
          <w:smallCaps/>
          <w:sz w:val="24"/>
          <w:szCs w:val="24"/>
        </w:rPr>
        <w:t>8</w:t>
      </w:r>
    </w:p>
    <w:p w14:paraId="35E783A3" w14:textId="7417660C" w:rsidR="0085747A" w:rsidRPr="00285BB3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285BB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0DB1C674" w14:textId="17295C7E" w:rsidR="0085747A" w:rsidRPr="00285BB3" w:rsidRDefault="00D8672B" w:rsidP="00D8672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8927D9" w:rsidRPr="00285BB3">
        <w:rPr>
          <w:rFonts w:ascii="Times New Roman" w:hAnsi="Times New Roman"/>
          <w:sz w:val="24"/>
          <w:szCs w:val="24"/>
        </w:rPr>
        <w:t>20</w:t>
      </w:r>
      <w:r w:rsidR="007849AE" w:rsidRPr="00285BB3">
        <w:rPr>
          <w:rFonts w:ascii="Times New Roman" w:hAnsi="Times New Roman"/>
          <w:sz w:val="24"/>
          <w:szCs w:val="24"/>
        </w:rPr>
        <w:t>2</w:t>
      </w:r>
      <w:r w:rsidR="007B0E4D" w:rsidRPr="00285BB3">
        <w:rPr>
          <w:rFonts w:ascii="Times New Roman" w:hAnsi="Times New Roman"/>
          <w:sz w:val="24"/>
          <w:szCs w:val="24"/>
        </w:rPr>
        <w:t>3</w:t>
      </w:r>
      <w:r w:rsidR="008927D9" w:rsidRPr="00285BB3">
        <w:rPr>
          <w:rFonts w:ascii="Times New Roman" w:hAnsi="Times New Roman"/>
          <w:sz w:val="24"/>
          <w:szCs w:val="24"/>
        </w:rPr>
        <w:t>/202</w:t>
      </w:r>
      <w:r w:rsidR="007B0E4D" w:rsidRPr="00285BB3">
        <w:rPr>
          <w:rFonts w:ascii="Times New Roman" w:hAnsi="Times New Roman"/>
          <w:sz w:val="24"/>
          <w:szCs w:val="24"/>
        </w:rPr>
        <w:t>4</w:t>
      </w:r>
    </w:p>
    <w:p w14:paraId="7817197E" w14:textId="77777777" w:rsidR="008927D9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04B367AA" w14:textId="77777777" w:rsidR="00D8672B" w:rsidRPr="00285BB3" w:rsidRDefault="00D8672B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285BB3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285BB3">
        <w:rPr>
          <w:szCs w:val="24"/>
        </w:rPr>
        <w:t xml:space="preserve">1. </w:t>
      </w:r>
      <w:r w:rsidR="0085747A" w:rsidRPr="00285BB3">
        <w:rPr>
          <w:szCs w:val="24"/>
        </w:rPr>
        <w:t xml:space="preserve">Podstawowe </w:t>
      </w:r>
      <w:r w:rsidR="00445970" w:rsidRPr="00285BB3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85BB3" w14:paraId="6C555037" w14:textId="77777777" w:rsidTr="00A91D08">
        <w:tc>
          <w:tcPr>
            <w:tcW w:w="2694" w:type="dxa"/>
            <w:vAlign w:val="center"/>
          </w:tcPr>
          <w:p w14:paraId="2EC4D227" w14:textId="77777777" w:rsidR="0085747A" w:rsidRPr="00285BB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505DBFFB" w:rsidR="0085747A" w:rsidRPr="00427194" w:rsidRDefault="002D1B5E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427194">
              <w:rPr>
                <w:bCs/>
                <w:sz w:val="24"/>
                <w:szCs w:val="24"/>
              </w:rPr>
              <w:t>Socjologia</w:t>
            </w:r>
          </w:p>
        </w:tc>
      </w:tr>
      <w:tr w:rsidR="0085747A" w:rsidRPr="00285BB3" w14:paraId="199EFEBA" w14:textId="77777777" w:rsidTr="00A91D08">
        <w:tc>
          <w:tcPr>
            <w:tcW w:w="2694" w:type="dxa"/>
            <w:vAlign w:val="center"/>
          </w:tcPr>
          <w:p w14:paraId="1FF3475E" w14:textId="77777777" w:rsidR="0085747A" w:rsidRPr="00285BB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Kod przedmiotu</w:t>
            </w:r>
            <w:r w:rsidR="0085747A" w:rsidRPr="00285BB3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285BB3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285BB3" w14:paraId="759E1207" w14:textId="77777777" w:rsidTr="00A91D08">
        <w:tc>
          <w:tcPr>
            <w:tcW w:w="2694" w:type="dxa"/>
            <w:vAlign w:val="center"/>
          </w:tcPr>
          <w:p w14:paraId="039EF812" w14:textId="219416D2" w:rsidR="0085747A" w:rsidRPr="00285BB3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N</w:t>
            </w:r>
            <w:r w:rsidR="0085747A" w:rsidRPr="00285BB3">
              <w:rPr>
                <w:sz w:val="24"/>
                <w:szCs w:val="24"/>
              </w:rPr>
              <w:t>azwa</w:t>
            </w:r>
            <w:r w:rsidR="00C05F44" w:rsidRPr="00285BB3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7F7DEE4" w:rsidR="0085747A" w:rsidRPr="00285BB3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85BB3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85BB3" w14:paraId="065DA820" w14:textId="77777777" w:rsidTr="00A91D08">
        <w:tc>
          <w:tcPr>
            <w:tcW w:w="2694" w:type="dxa"/>
            <w:vAlign w:val="center"/>
          </w:tcPr>
          <w:p w14:paraId="4C268CC8" w14:textId="77777777" w:rsidR="0085747A" w:rsidRPr="00285B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024F8948" w:rsidR="0085747A" w:rsidRPr="00285BB3" w:rsidRDefault="0002486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85BB3" w14:paraId="754987CA" w14:textId="77777777" w:rsidTr="00A91D08">
        <w:tc>
          <w:tcPr>
            <w:tcW w:w="2694" w:type="dxa"/>
            <w:vAlign w:val="center"/>
          </w:tcPr>
          <w:p w14:paraId="52078E4B" w14:textId="77777777" w:rsidR="0085747A" w:rsidRPr="00285B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285BB3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85BB3">
              <w:rPr>
                <w:b w:val="0"/>
                <w:sz w:val="24"/>
                <w:szCs w:val="24"/>
              </w:rPr>
              <w:t>P</w:t>
            </w:r>
            <w:r w:rsidR="007849AE" w:rsidRPr="00285BB3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285BB3" w14:paraId="69903717" w14:textId="77777777" w:rsidTr="00A91D08">
        <w:tc>
          <w:tcPr>
            <w:tcW w:w="2694" w:type="dxa"/>
            <w:vAlign w:val="center"/>
          </w:tcPr>
          <w:p w14:paraId="20EB4293" w14:textId="77777777" w:rsidR="0085747A" w:rsidRPr="00285BB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285BB3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85BB3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285BB3" w14:paraId="7C31AC25" w14:textId="77777777" w:rsidTr="00A91D08">
        <w:tc>
          <w:tcPr>
            <w:tcW w:w="2694" w:type="dxa"/>
            <w:vAlign w:val="center"/>
          </w:tcPr>
          <w:p w14:paraId="5C9E68C3" w14:textId="77777777" w:rsidR="0085747A" w:rsidRPr="00285B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14A4B67E" w:rsidR="0085747A" w:rsidRPr="00285BB3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85BB3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285BB3" w14:paraId="211DAC62" w14:textId="77777777" w:rsidTr="00A91D08">
        <w:tc>
          <w:tcPr>
            <w:tcW w:w="2694" w:type="dxa"/>
            <w:vAlign w:val="center"/>
          </w:tcPr>
          <w:p w14:paraId="18A60A6B" w14:textId="77777777" w:rsidR="0085747A" w:rsidRPr="00285B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3986D627" w:rsidR="0085747A" w:rsidRPr="00285BB3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85BB3">
              <w:rPr>
                <w:b w:val="0"/>
                <w:sz w:val="24"/>
                <w:szCs w:val="24"/>
              </w:rPr>
              <w:t>s</w:t>
            </w:r>
            <w:r w:rsidR="008F70AB" w:rsidRPr="00285BB3">
              <w:rPr>
                <w:b w:val="0"/>
                <w:sz w:val="24"/>
                <w:szCs w:val="24"/>
              </w:rPr>
              <w:t>tacjonarn</w:t>
            </w:r>
            <w:r w:rsidR="00A91194" w:rsidRPr="00285BB3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285BB3" w14:paraId="2A9BE04C" w14:textId="77777777" w:rsidTr="00A91D08">
        <w:tc>
          <w:tcPr>
            <w:tcW w:w="2694" w:type="dxa"/>
            <w:vAlign w:val="center"/>
          </w:tcPr>
          <w:p w14:paraId="0A6AE154" w14:textId="77777777" w:rsidR="0085747A" w:rsidRPr="00285B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Rok i semestr</w:t>
            </w:r>
            <w:r w:rsidR="0030395F" w:rsidRPr="00285BB3">
              <w:rPr>
                <w:sz w:val="24"/>
                <w:szCs w:val="24"/>
              </w:rPr>
              <w:t>/y</w:t>
            </w:r>
            <w:r w:rsidRPr="00285BB3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1D761977" w:rsidR="0085747A" w:rsidRPr="00285BB3" w:rsidRDefault="00662A0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7A5260" w:rsidRPr="00285BB3">
              <w:rPr>
                <w:b w:val="0"/>
                <w:sz w:val="24"/>
                <w:szCs w:val="24"/>
              </w:rPr>
              <w:t>ok</w:t>
            </w:r>
            <w:r w:rsidR="001C2FE4" w:rsidRPr="00285BB3">
              <w:rPr>
                <w:b w:val="0"/>
                <w:sz w:val="24"/>
                <w:szCs w:val="24"/>
              </w:rPr>
              <w:t xml:space="preserve"> I</w:t>
            </w:r>
            <w:r w:rsidR="007A5260" w:rsidRPr="00285BB3">
              <w:rPr>
                <w:b w:val="0"/>
                <w:sz w:val="24"/>
                <w:szCs w:val="24"/>
              </w:rPr>
              <w:t>, semest</w:t>
            </w:r>
            <w:r w:rsidR="001C2FE4" w:rsidRPr="00285BB3">
              <w:rPr>
                <w:b w:val="0"/>
                <w:sz w:val="24"/>
                <w:szCs w:val="24"/>
              </w:rPr>
              <w:t xml:space="preserve">r </w:t>
            </w:r>
            <w:r w:rsidR="009E3DDB">
              <w:rPr>
                <w:b w:val="0"/>
                <w:sz w:val="24"/>
                <w:szCs w:val="24"/>
              </w:rPr>
              <w:t>1</w:t>
            </w:r>
          </w:p>
        </w:tc>
      </w:tr>
      <w:tr w:rsidR="0085747A" w:rsidRPr="00285BB3" w14:paraId="2DB301B7" w14:textId="77777777" w:rsidTr="00A91D08">
        <w:tc>
          <w:tcPr>
            <w:tcW w:w="2694" w:type="dxa"/>
            <w:vAlign w:val="center"/>
          </w:tcPr>
          <w:p w14:paraId="38F89D13" w14:textId="77777777" w:rsidR="0085747A" w:rsidRPr="00285B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460587C4" w:rsidR="0085747A" w:rsidRPr="00285BB3" w:rsidRDefault="00F948B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ogólnego</w:t>
            </w:r>
          </w:p>
        </w:tc>
      </w:tr>
      <w:tr w:rsidR="00923D7D" w:rsidRPr="00285BB3" w14:paraId="7C50DDEF" w14:textId="77777777" w:rsidTr="00A91D08">
        <w:tc>
          <w:tcPr>
            <w:tcW w:w="2694" w:type="dxa"/>
            <w:vAlign w:val="center"/>
          </w:tcPr>
          <w:p w14:paraId="475595D5" w14:textId="77777777" w:rsidR="00923D7D" w:rsidRPr="00285BB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007BEF0C" w:rsidR="00923D7D" w:rsidRPr="00285BB3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85BB3">
              <w:rPr>
                <w:b w:val="0"/>
                <w:sz w:val="24"/>
                <w:szCs w:val="24"/>
              </w:rPr>
              <w:t>p</w:t>
            </w:r>
            <w:r w:rsidR="008F70AB" w:rsidRPr="00285BB3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285BB3" w14:paraId="376954C3" w14:textId="77777777" w:rsidTr="00A91D08">
        <w:tc>
          <w:tcPr>
            <w:tcW w:w="2694" w:type="dxa"/>
            <w:vAlign w:val="center"/>
          </w:tcPr>
          <w:p w14:paraId="455F17B4" w14:textId="77777777" w:rsidR="0085747A" w:rsidRPr="00285B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18236BB0" w:rsidR="0085747A" w:rsidRPr="00285BB3" w:rsidRDefault="00056E4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B271EB" w:rsidRPr="00285BB3">
              <w:rPr>
                <w:b w:val="0"/>
                <w:sz w:val="24"/>
                <w:szCs w:val="24"/>
              </w:rPr>
              <w:t xml:space="preserve">r </w:t>
            </w:r>
            <w:r w:rsidR="00FD5659">
              <w:rPr>
                <w:b w:val="0"/>
                <w:sz w:val="24"/>
                <w:szCs w:val="24"/>
              </w:rPr>
              <w:t>Wiesław Matyskiewicz</w:t>
            </w:r>
          </w:p>
        </w:tc>
      </w:tr>
      <w:tr w:rsidR="00A91D08" w:rsidRPr="00285BB3" w14:paraId="7D70EB2A" w14:textId="77777777" w:rsidTr="00A91D08">
        <w:tc>
          <w:tcPr>
            <w:tcW w:w="2694" w:type="dxa"/>
            <w:vAlign w:val="center"/>
          </w:tcPr>
          <w:p w14:paraId="5EE57F99" w14:textId="77777777" w:rsidR="00A91D08" w:rsidRPr="00285BB3" w:rsidRDefault="00A91D08" w:rsidP="00A91D0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43259650" w:rsidR="00A91D08" w:rsidRPr="00285BB3" w:rsidRDefault="00056E48" w:rsidP="00A91D0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Wiesław Matyskiewicz</w:t>
            </w:r>
          </w:p>
        </w:tc>
      </w:tr>
    </w:tbl>
    <w:p w14:paraId="6FFA9E8B" w14:textId="77777777" w:rsidR="0085747A" w:rsidRPr="00285BB3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285BB3">
        <w:rPr>
          <w:sz w:val="24"/>
          <w:szCs w:val="24"/>
        </w:rPr>
        <w:t xml:space="preserve">* </w:t>
      </w:r>
      <w:r w:rsidRPr="00285BB3">
        <w:rPr>
          <w:i/>
          <w:sz w:val="24"/>
          <w:szCs w:val="24"/>
        </w:rPr>
        <w:t>-</w:t>
      </w:r>
      <w:r w:rsidR="00B90885" w:rsidRPr="00285BB3">
        <w:rPr>
          <w:b w:val="0"/>
          <w:i/>
          <w:sz w:val="24"/>
          <w:szCs w:val="24"/>
        </w:rPr>
        <w:t>opcjonalni</w:t>
      </w:r>
      <w:r w:rsidR="00B90885" w:rsidRPr="00285BB3">
        <w:rPr>
          <w:b w:val="0"/>
          <w:sz w:val="24"/>
          <w:szCs w:val="24"/>
        </w:rPr>
        <w:t>e,</w:t>
      </w:r>
      <w:r w:rsidRPr="00285BB3">
        <w:rPr>
          <w:i/>
          <w:sz w:val="24"/>
          <w:szCs w:val="24"/>
        </w:rPr>
        <w:t xml:space="preserve"> </w:t>
      </w:r>
      <w:r w:rsidRPr="00285BB3">
        <w:rPr>
          <w:b w:val="0"/>
          <w:i/>
          <w:sz w:val="24"/>
          <w:szCs w:val="24"/>
        </w:rPr>
        <w:t xml:space="preserve">zgodnie z ustaleniami </w:t>
      </w:r>
      <w:r w:rsidR="00B90885" w:rsidRPr="00285BB3">
        <w:rPr>
          <w:b w:val="0"/>
          <w:i/>
          <w:sz w:val="24"/>
          <w:szCs w:val="24"/>
        </w:rPr>
        <w:t>w Jednostce</w:t>
      </w:r>
    </w:p>
    <w:p w14:paraId="7CA13719" w14:textId="77777777" w:rsidR="00923D7D" w:rsidRPr="00285BB3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285BB3" w:rsidRDefault="0085747A" w:rsidP="009C54AE">
      <w:pPr>
        <w:pStyle w:val="Podpunkty"/>
        <w:ind w:left="284"/>
        <w:rPr>
          <w:sz w:val="24"/>
          <w:szCs w:val="24"/>
        </w:rPr>
      </w:pPr>
      <w:r w:rsidRPr="00285BB3">
        <w:rPr>
          <w:sz w:val="24"/>
          <w:szCs w:val="24"/>
        </w:rPr>
        <w:t>1.</w:t>
      </w:r>
      <w:r w:rsidR="00E22FBC" w:rsidRPr="00285BB3">
        <w:rPr>
          <w:sz w:val="24"/>
          <w:szCs w:val="24"/>
        </w:rPr>
        <w:t>1</w:t>
      </w:r>
      <w:r w:rsidRPr="00285BB3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285BB3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285BB3" w14:paraId="1CDF9921" w14:textId="77777777" w:rsidTr="00285BB3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285BB3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85BB3">
              <w:rPr>
                <w:szCs w:val="24"/>
              </w:rPr>
              <w:t>Semestr</w:t>
            </w:r>
          </w:p>
          <w:p w14:paraId="69DD9837" w14:textId="77777777" w:rsidR="00015B8F" w:rsidRPr="00285BB3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85BB3">
              <w:rPr>
                <w:szCs w:val="24"/>
              </w:rPr>
              <w:t>(</w:t>
            </w:r>
            <w:r w:rsidR="00363F78" w:rsidRPr="00285BB3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285BB3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85BB3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285BB3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85BB3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285BB3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85BB3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285BB3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85BB3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285BB3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85BB3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285BB3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85BB3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285BB3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85BB3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285BB3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85BB3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285BB3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285BB3">
              <w:rPr>
                <w:b/>
                <w:szCs w:val="24"/>
              </w:rPr>
              <w:t>Liczba pkt</w:t>
            </w:r>
            <w:r w:rsidR="00B90885" w:rsidRPr="00285BB3">
              <w:rPr>
                <w:b/>
                <w:szCs w:val="24"/>
              </w:rPr>
              <w:t>.</w:t>
            </w:r>
            <w:r w:rsidRPr="00285BB3">
              <w:rPr>
                <w:b/>
                <w:szCs w:val="24"/>
              </w:rPr>
              <w:t xml:space="preserve"> ECTS</w:t>
            </w:r>
          </w:p>
        </w:tc>
      </w:tr>
      <w:tr w:rsidR="00015B8F" w:rsidRPr="00285BB3" w14:paraId="6D3081D3" w14:textId="77777777" w:rsidTr="00D8672B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3AFF2A9D" w:rsidR="00015B8F" w:rsidRPr="00285BB3" w:rsidRDefault="0042719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51E5ABFD" w:rsidR="00015B8F" w:rsidRPr="00285BB3" w:rsidRDefault="009E3DD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015B8F" w:rsidRPr="00285BB3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285BB3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285BB3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285BB3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285BB3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285BB3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285BB3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243B9F21" w:rsidR="00015B8F" w:rsidRPr="00285BB3" w:rsidRDefault="001C2FE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285BB3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A0B07E7" w14:textId="77777777" w:rsidR="00923D7D" w:rsidRPr="00285BB3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285BB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285BB3">
        <w:rPr>
          <w:smallCaps w:val="0"/>
          <w:szCs w:val="24"/>
        </w:rPr>
        <w:t>1.</w:t>
      </w:r>
      <w:r w:rsidR="00E22FBC" w:rsidRPr="00285BB3">
        <w:rPr>
          <w:smallCaps w:val="0"/>
          <w:szCs w:val="24"/>
        </w:rPr>
        <w:t>2</w:t>
      </w:r>
      <w:r w:rsidR="00F83B28" w:rsidRPr="00285BB3">
        <w:rPr>
          <w:smallCaps w:val="0"/>
          <w:szCs w:val="24"/>
        </w:rPr>
        <w:t>.</w:t>
      </w:r>
      <w:r w:rsidR="00F83B28" w:rsidRPr="00285BB3">
        <w:rPr>
          <w:smallCaps w:val="0"/>
          <w:szCs w:val="24"/>
        </w:rPr>
        <w:tab/>
      </w:r>
      <w:r w:rsidRPr="00285BB3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285BB3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285BB3">
        <w:rPr>
          <w:rFonts w:eastAsia="MS Gothic"/>
          <w:b w:val="0"/>
          <w:szCs w:val="24"/>
          <w:u w:val="single"/>
        </w:rPr>
        <w:t>X</w:t>
      </w:r>
      <w:r w:rsidR="0085747A" w:rsidRPr="00285BB3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285BB3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285BB3">
        <w:rPr>
          <w:rFonts w:ascii="Segoe UI Symbol" w:eastAsia="MS Gothic" w:hAnsi="Segoe UI Symbol" w:cs="Segoe UI Symbol"/>
          <w:b w:val="0"/>
          <w:szCs w:val="24"/>
        </w:rPr>
        <w:t>☐</w:t>
      </w:r>
      <w:r w:rsidRPr="00285BB3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285BB3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DBC9FE7" w14:textId="4825B811" w:rsidR="007916D1" w:rsidRPr="00D867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285BB3">
        <w:rPr>
          <w:smallCaps w:val="0"/>
          <w:szCs w:val="24"/>
        </w:rPr>
        <w:t xml:space="preserve">1.3 </w:t>
      </w:r>
      <w:r w:rsidR="00F83B28" w:rsidRPr="00285BB3">
        <w:rPr>
          <w:smallCaps w:val="0"/>
          <w:szCs w:val="24"/>
        </w:rPr>
        <w:tab/>
      </w:r>
      <w:r w:rsidRPr="00285BB3">
        <w:rPr>
          <w:smallCaps w:val="0"/>
          <w:szCs w:val="24"/>
        </w:rPr>
        <w:t>For</w:t>
      </w:r>
      <w:r w:rsidR="00445970" w:rsidRPr="00285BB3">
        <w:rPr>
          <w:smallCaps w:val="0"/>
          <w:szCs w:val="24"/>
        </w:rPr>
        <w:t>ma zaliczenia przedmiotu</w:t>
      </w:r>
      <w:r w:rsidR="00D8672B">
        <w:rPr>
          <w:smallCaps w:val="0"/>
          <w:szCs w:val="24"/>
        </w:rPr>
        <w:t xml:space="preserve"> (z toku): </w:t>
      </w:r>
      <w:r w:rsidR="00D8672B" w:rsidRPr="00D8672B">
        <w:rPr>
          <w:b w:val="0"/>
          <w:smallCaps w:val="0"/>
          <w:szCs w:val="24"/>
        </w:rPr>
        <w:t>e</w:t>
      </w:r>
      <w:r w:rsidR="007916D1" w:rsidRPr="00D8672B">
        <w:rPr>
          <w:b w:val="0"/>
          <w:smallCaps w:val="0"/>
          <w:szCs w:val="24"/>
        </w:rPr>
        <w:t>gzamin</w:t>
      </w:r>
    </w:p>
    <w:p w14:paraId="3CCB587E" w14:textId="77777777" w:rsidR="00E960BB" w:rsidRPr="00285BB3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285BB3" w:rsidRDefault="0085747A" w:rsidP="009C54AE">
      <w:pPr>
        <w:pStyle w:val="Punktygwne"/>
        <w:spacing w:before="0" w:after="0"/>
        <w:rPr>
          <w:szCs w:val="24"/>
        </w:rPr>
      </w:pPr>
      <w:r w:rsidRPr="00285BB3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85BB3" w14:paraId="3ACBBF9A" w14:textId="77777777" w:rsidTr="00745302">
        <w:tc>
          <w:tcPr>
            <w:tcW w:w="9670" w:type="dxa"/>
          </w:tcPr>
          <w:p w14:paraId="4A97C0C9" w14:textId="5CC4C6F9" w:rsidR="0085747A" w:rsidRPr="00285BB3" w:rsidRDefault="00AB32CF" w:rsidP="00D45ACC">
            <w:pPr>
              <w:spacing w:after="0"/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Brak wymagań. </w:t>
            </w:r>
            <w:r w:rsidR="00D45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358255F5" w14:textId="77777777" w:rsidR="00153C41" w:rsidRPr="00285BB3" w:rsidRDefault="00153C41" w:rsidP="009C54AE">
      <w:pPr>
        <w:pStyle w:val="Punktygwne"/>
        <w:spacing w:before="0" w:after="0"/>
        <w:rPr>
          <w:szCs w:val="24"/>
        </w:rPr>
      </w:pPr>
    </w:p>
    <w:p w14:paraId="642857C4" w14:textId="67848E0C" w:rsidR="0085747A" w:rsidRPr="00285BB3" w:rsidRDefault="0071620A" w:rsidP="009C54AE">
      <w:pPr>
        <w:pStyle w:val="Punktygwne"/>
        <w:spacing w:before="0" w:after="0"/>
        <w:rPr>
          <w:szCs w:val="24"/>
        </w:rPr>
      </w:pPr>
      <w:r w:rsidRPr="00285BB3">
        <w:rPr>
          <w:szCs w:val="24"/>
        </w:rPr>
        <w:t>3.</w:t>
      </w:r>
      <w:r w:rsidR="0085747A" w:rsidRPr="00285BB3">
        <w:rPr>
          <w:szCs w:val="24"/>
        </w:rPr>
        <w:t xml:space="preserve"> </w:t>
      </w:r>
      <w:r w:rsidR="00A84C85" w:rsidRPr="00285BB3">
        <w:rPr>
          <w:szCs w:val="24"/>
        </w:rPr>
        <w:t>cele, efekty uczenia się</w:t>
      </w:r>
      <w:r w:rsidR="0085747A" w:rsidRPr="00285BB3">
        <w:rPr>
          <w:szCs w:val="24"/>
        </w:rPr>
        <w:t>, treści Programowe i stosowane metody Dydaktyczne</w:t>
      </w:r>
    </w:p>
    <w:p w14:paraId="7ABBEA25" w14:textId="77777777" w:rsidR="0085747A" w:rsidRPr="00285BB3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285BB3" w:rsidRDefault="0071620A" w:rsidP="009C54AE">
      <w:pPr>
        <w:pStyle w:val="Podpunkty"/>
        <w:rPr>
          <w:sz w:val="24"/>
          <w:szCs w:val="24"/>
        </w:rPr>
      </w:pPr>
      <w:r w:rsidRPr="00285BB3">
        <w:rPr>
          <w:sz w:val="24"/>
          <w:szCs w:val="24"/>
        </w:rPr>
        <w:t xml:space="preserve">3.1 </w:t>
      </w:r>
      <w:r w:rsidR="00C05F44" w:rsidRPr="00285BB3">
        <w:rPr>
          <w:sz w:val="24"/>
          <w:szCs w:val="24"/>
        </w:rPr>
        <w:t>Cele przedmiotu</w:t>
      </w:r>
    </w:p>
    <w:p w14:paraId="5D332E54" w14:textId="77777777" w:rsidR="00D35B76" w:rsidRPr="00285BB3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6D7699" w:rsidRPr="00285BB3" w14:paraId="4894C0CA" w14:textId="77777777" w:rsidTr="00D3212A">
        <w:tc>
          <w:tcPr>
            <w:tcW w:w="672" w:type="dxa"/>
            <w:vAlign w:val="center"/>
          </w:tcPr>
          <w:p w14:paraId="0F854381" w14:textId="77777777" w:rsidR="006D7699" w:rsidRPr="00285BB3" w:rsidRDefault="006D7699" w:rsidP="006D769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85BB3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2DF7E62A" w:rsidR="006D7699" w:rsidRPr="00285BB3" w:rsidRDefault="006D7699" w:rsidP="006D769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Zapoznanie studentów z głównym instrumentarium pojęciowym socjologii, jej podstawowymi teoriami i osiągnięciami</w:t>
            </w:r>
            <w:r w:rsidR="00E762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7699" w:rsidRPr="00285BB3" w14:paraId="56CCB34A" w14:textId="77777777" w:rsidTr="00D3212A">
        <w:tc>
          <w:tcPr>
            <w:tcW w:w="672" w:type="dxa"/>
            <w:vAlign w:val="center"/>
          </w:tcPr>
          <w:p w14:paraId="0DB4F242" w14:textId="77777777" w:rsidR="006D7699" w:rsidRPr="00285BB3" w:rsidRDefault="006D7699" w:rsidP="006D7699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285BB3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1A45AF94" w:rsidR="006D7699" w:rsidRPr="00285BB3" w:rsidRDefault="006D7699" w:rsidP="005053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Ukazanie perspektywy i sposobów badania świata społecznego</w:t>
            </w:r>
            <w:r w:rsidR="00E762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7699" w:rsidRPr="00285BB3" w14:paraId="08577DEC" w14:textId="77777777" w:rsidTr="00D3212A">
        <w:tc>
          <w:tcPr>
            <w:tcW w:w="672" w:type="dxa"/>
            <w:vAlign w:val="center"/>
          </w:tcPr>
          <w:p w14:paraId="06070AD5" w14:textId="77777777" w:rsidR="006D7699" w:rsidRPr="00285BB3" w:rsidRDefault="006D7699" w:rsidP="006D769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85BB3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7C5CC523" w:rsidR="006D7699" w:rsidRPr="00285BB3" w:rsidRDefault="0050538C" w:rsidP="00D41F6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 xml:space="preserve">Zdobycie wiedzy pozwalającej rozumieć </w:t>
            </w:r>
            <w:r w:rsidR="00D41F6F" w:rsidRPr="00285BB3">
              <w:rPr>
                <w:rFonts w:ascii="Times New Roman" w:hAnsi="Times New Roman"/>
                <w:sz w:val="24"/>
                <w:szCs w:val="24"/>
              </w:rPr>
              <w:t xml:space="preserve">i interpretować 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 xml:space="preserve">zjawiska </w:t>
            </w:r>
            <w:r w:rsidR="00D41F6F" w:rsidRPr="00285BB3">
              <w:rPr>
                <w:rFonts w:ascii="Times New Roman" w:hAnsi="Times New Roman"/>
                <w:sz w:val="24"/>
                <w:szCs w:val="24"/>
              </w:rPr>
              <w:t>oraz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 xml:space="preserve"> procesy zachodzące w zbiorowościach ludzkich. </w:t>
            </w:r>
          </w:p>
        </w:tc>
      </w:tr>
    </w:tbl>
    <w:p w14:paraId="33CEF8A8" w14:textId="77777777" w:rsidR="00D35B76" w:rsidRPr="00285BB3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285BB3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285BB3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285BB3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285BB3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05F0A" w:rsidRPr="00285BB3" w14:paraId="4A76D71B" w14:textId="77777777" w:rsidTr="00D45ACC">
        <w:trPr>
          <w:trHeight w:val="831"/>
        </w:trPr>
        <w:tc>
          <w:tcPr>
            <w:tcW w:w="1701" w:type="dxa"/>
          </w:tcPr>
          <w:p w14:paraId="44177DC5" w14:textId="0C9EFDED" w:rsidR="00D35B76" w:rsidRPr="00285BB3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smallCaps w:val="0"/>
                <w:szCs w:val="24"/>
              </w:rPr>
              <w:t>EK</w:t>
            </w:r>
            <w:r w:rsidRPr="00285BB3">
              <w:rPr>
                <w:b w:val="0"/>
                <w:smallCaps w:val="0"/>
                <w:szCs w:val="24"/>
              </w:rPr>
              <w:t xml:space="preserve"> (efekt </w:t>
            </w:r>
            <w:r w:rsidR="00E76298">
              <w:rPr>
                <w:b w:val="0"/>
                <w:smallCaps w:val="0"/>
                <w:szCs w:val="24"/>
              </w:rPr>
              <w:t>uczenia się</w:t>
            </w:r>
            <w:r w:rsidRPr="00285BB3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5440DAB0" w14:textId="4499DC2D" w:rsidR="00D35B76" w:rsidRPr="00285BB3" w:rsidRDefault="00D35B76" w:rsidP="004B2A26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 xml:space="preserve">Treść efektu </w:t>
            </w:r>
            <w:r w:rsidR="00E76298" w:rsidRPr="00E76298">
              <w:rPr>
                <w:szCs w:val="24"/>
              </w:rPr>
              <w:t>uczenia się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 xml:space="preserve"> zdefin</w:t>
            </w:r>
            <w:r w:rsidR="00960011" w:rsidRPr="00285BB3">
              <w:rPr>
                <w:rFonts w:ascii="Times New Roman" w:hAnsi="Times New Roman"/>
                <w:sz w:val="24"/>
                <w:szCs w:val="24"/>
              </w:rPr>
              <w:t xml:space="preserve">iowanego dla przedmiotu </w:t>
            </w:r>
          </w:p>
          <w:p w14:paraId="57126FE6" w14:textId="77777777" w:rsidR="00960011" w:rsidRPr="00285BB3" w:rsidRDefault="00960011" w:rsidP="00D45ACC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39805DE5" w:rsidR="00D35B76" w:rsidRPr="00285BB3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Odnie</w:t>
            </w:r>
            <w:r w:rsidR="00E76298">
              <w:rPr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605F0A" w:rsidRPr="00285BB3" w14:paraId="3AAF83CC" w14:textId="77777777" w:rsidTr="00E174FD">
        <w:tc>
          <w:tcPr>
            <w:tcW w:w="1701" w:type="dxa"/>
          </w:tcPr>
          <w:p w14:paraId="4C2709A3" w14:textId="77777777" w:rsidR="00D35B76" w:rsidRPr="00285BB3" w:rsidRDefault="00712EA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285BB3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6CA4017" w14:textId="77777777" w:rsidR="00D35B76" w:rsidRPr="00285BB3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809872D" w14:textId="77777777" w:rsidR="00D35B76" w:rsidRPr="00285BB3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5F856E3F" w:rsidR="00D35B76" w:rsidRPr="00285BB3" w:rsidRDefault="00281A97" w:rsidP="006D76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BB3009" w:rsidRPr="00285BB3">
              <w:rPr>
                <w:rFonts w:ascii="Times New Roman" w:hAnsi="Times New Roman"/>
                <w:sz w:val="24"/>
                <w:szCs w:val="24"/>
              </w:rPr>
              <w:t xml:space="preserve">a rozszerzoną wiedzę o różnych rodzajach struktur społecznych i instytucjach życia społecznego oraz </w:t>
            </w:r>
            <w:r w:rsidR="00025391" w:rsidRPr="00285BB3">
              <w:rPr>
                <w:rFonts w:ascii="Times New Roman" w:hAnsi="Times New Roman"/>
                <w:sz w:val="24"/>
                <w:szCs w:val="24"/>
              </w:rPr>
              <w:t>zachodząc</w:t>
            </w:r>
            <w:r w:rsidR="00D163CD" w:rsidRPr="00285BB3">
              <w:rPr>
                <w:rFonts w:ascii="Times New Roman" w:hAnsi="Times New Roman"/>
                <w:sz w:val="24"/>
                <w:szCs w:val="24"/>
              </w:rPr>
              <w:t>ych</w:t>
            </w:r>
            <w:r w:rsidR="00025391" w:rsidRPr="00285BB3">
              <w:rPr>
                <w:rFonts w:ascii="Times New Roman" w:hAnsi="Times New Roman"/>
                <w:sz w:val="24"/>
                <w:szCs w:val="24"/>
              </w:rPr>
              <w:t xml:space="preserve"> między nimi relacj</w:t>
            </w:r>
            <w:r w:rsidR="00605F0A" w:rsidRPr="00285BB3">
              <w:rPr>
                <w:rFonts w:ascii="Times New Roman" w:hAnsi="Times New Roman"/>
                <w:sz w:val="24"/>
                <w:szCs w:val="24"/>
              </w:rPr>
              <w:t>ach</w:t>
            </w:r>
            <w:r w:rsidR="00025391" w:rsidRPr="00285BB3">
              <w:rPr>
                <w:rFonts w:ascii="Times New Roman" w:hAnsi="Times New Roman"/>
                <w:sz w:val="24"/>
                <w:szCs w:val="24"/>
              </w:rPr>
              <w:t xml:space="preserve"> istotn</w:t>
            </w:r>
            <w:r w:rsidR="00605F0A" w:rsidRPr="00285BB3">
              <w:rPr>
                <w:rFonts w:ascii="Times New Roman" w:hAnsi="Times New Roman"/>
                <w:sz w:val="24"/>
                <w:szCs w:val="24"/>
              </w:rPr>
              <w:t>ych</w:t>
            </w:r>
            <w:r w:rsidR="00025391" w:rsidRPr="00285BB3">
              <w:rPr>
                <w:rFonts w:ascii="Times New Roman" w:hAnsi="Times New Roman"/>
                <w:sz w:val="24"/>
                <w:szCs w:val="24"/>
              </w:rPr>
              <w:t xml:space="preserve"> z punktu widzenia </w:t>
            </w:r>
            <w:r w:rsidR="00BB3009" w:rsidRPr="00285BB3">
              <w:rPr>
                <w:rFonts w:ascii="Times New Roman" w:hAnsi="Times New Roman"/>
                <w:sz w:val="24"/>
                <w:szCs w:val="24"/>
              </w:rPr>
              <w:t xml:space="preserve">prowadzenia badań </w:t>
            </w:r>
            <w:r w:rsidR="005C2789" w:rsidRPr="00285BB3">
              <w:rPr>
                <w:rFonts w:ascii="Times New Roman" w:hAnsi="Times New Roman"/>
                <w:sz w:val="24"/>
                <w:szCs w:val="24"/>
              </w:rPr>
              <w:t xml:space="preserve">socjologicznych </w:t>
            </w:r>
          </w:p>
        </w:tc>
        <w:tc>
          <w:tcPr>
            <w:tcW w:w="1873" w:type="dxa"/>
          </w:tcPr>
          <w:p w14:paraId="08B4D376" w14:textId="7FD39333" w:rsidR="00712EAE" w:rsidRPr="00285BB3" w:rsidRDefault="00712EAE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K_W0</w:t>
            </w:r>
            <w:r w:rsidR="00BB3009" w:rsidRPr="00285BB3">
              <w:rPr>
                <w:b w:val="0"/>
                <w:smallCaps w:val="0"/>
                <w:szCs w:val="24"/>
              </w:rPr>
              <w:t>7</w:t>
            </w:r>
          </w:p>
          <w:p w14:paraId="1C210AFE" w14:textId="77777777" w:rsidR="00D35B76" w:rsidRPr="00285BB3" w:rsidRDefault="00D35B76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605F0A" w:rsidRPr="00285BB3" w14:paraId="2DB1C905" w14:textId="77777777" w:rsidTr="00E174FD">
        <w:tc>
          <w:tcPr>
            <w:tcW w:w="1701" w:type="dxa"/>
          </w:tcPr>
          <w:p w14:paraId="7A5FF48F" w14:textId="77777777" w:rsidR="00712EAE" w:rsidRPr="00285BB3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285BB3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5A64159F" w:rsidR="00D163CD" w:rsidRPr="00285BB3" w:rsidRDefault="00281A97" w:rsidP="006D76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9B45B7" w:rsidRPr="00285BB3">
              <w:rPr>
                <w:rFonts w:ascii="Times New Roman" w:hAnsi="Times New Roman"/>
                <w:sz w:val="24"/>
                <w:szCs w:val="24"/>
              </w:rPr>
              <w:t xml:space="preserve">a uporządkowaną wiedzę na temat </w:t>
            </w:r>
            <w:r w:rsidR="00D163CD" w:rsidRPr="00285BB3">
              <w:rPr>
                <w:rFonts w:ascii="Times New Roman" w:hAnsi="Times New Roman"/>
                <w:sz w:val="24"/>
                <w:szCs w:val="24"/>
              </w:rPr>
              <w:t>współczesnych zbiorowości</w:t>
            </w:r>
            <w:r w:rsidR="00605F0A" w:rsidRPr="00285BB3">
              <w:rPr>
                <w:rFonts w:ascii="Times New Roman" w:hAnsi="Times New Roman"/>
                <w:sz w:val="24"/>
                <w:szCs w:val="24"/>
              </w:rPr>
              <w:t xml:space="preserve"> społecznych oraz zjawisk i procesów w nich zachodzących </w:t>
            </w:r>
          </w:p>
        </w:tc>
        <w:tc>
          <w:tcPr>
            <w:tcW w:w="1873" w:type="dxa"/>
          </w:tcPr>
          <w:p w14:paraId="156DBB29" w14:textId="13A6B1B3" w:rsidR="00D35B76" w:rsidRPr="00285BB3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285BB3">
              <w:rPr>
                <w:rFonts w:ascii="Times New Roman" w:hAnsi="Times New Roman" w:cs="Times New Roman"/>
              </w:rPr>
              <w:t>K_W</w:t>
            </w:r>
            <w:r w:rsidR="00BB3009" w:rsidRPr="00285BB3">
              <w:rPr>
                <w:rFonts w:ascii="Times New Roman" w:hAnsi="Times New Roman" w:cs="Times New Roman"/>
              </w:rPr>
              <w:t>18</w:t>
            </w:r>
          </w:p>
        </w:tc>
      </w:tr>
      <w:tr w:rsidR="00605F0A" w:rsidRPr="00285BB3" w14:paraId="13B70BE6" w14:textId="77777777" w:rsidTr="00E174FD">
        <w:tc>
          <w:tcPr>
            <w:tcW w:w="1701" w:type="dxa"/>
          </w:tcPr>
          <w:p w14:paraId="18799657" w14:textId="77777777" w:rsidR="00712EAE" w:rsidRPr="00285BB3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285BB3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5D6A018E" w:rsidR="00D35B76" w:rsidRPr="00285BB3" w:rsidRDefault="00281A97" w:rsidP="006D76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stopniu zaawansowanym r</w:t>
            </w:r>
            <w:r w:rsidR="009B45B7" w:rsidRPr="00285BB3">
              <w:rPr>
                <w:rFonts w:ascii="Times New Roman" w:hAnsi="Times New Roman"/>
                <w:sz w:val="24"/>
                <w:szCs w:val="24"/>
              </w:rPr>
              <w:t xml:space="preserve">ozumie znaczenie </w:t>
            </w:r>
            <w:r w:rsidR="00964FBA" w:rsidRPr="00285BB3">
              <w:rPr>
                <w:rFonts w:ascii="Times New Roman" w:hAnsi="Times New Roman"/>
                <w:sz w:val="24"/>
                <w:szCs w:val="24"/>
              </w:rPr>
              <w:t>wpływu jednostki na życie społeczne i zbiorowości społecznych na funkcjonowanie jednostki</w:t>
            </w:r>
            <w:r w:rsidR="0052714D" w:rsidRPr="00285BB3">
              <w:rPr>
                <w:rFonts w:ascii="Times New Roman" w:hAnsi="Times New Roman"/>
                <w:sz w:val="24"/>
                <w:szCs w:val="24"/>
              </w:rPr>
              <w:t xml:space="preserve"> oraz</w:t>
            </w:r>
            <w:r w:rsidR="009B45B7" w:rsidRPr="00285BB3">
              <w:rPr>
                <w:rFonts w:ascii="Times New Roman" w:hAnsi="Times New Roman"/>
                <w:sz w:val="24"/>
                <w:szCs w:val="24"/>
              </w:rPr>
              <w:t xml:space="preserve"> zna w stopniu pogłębionym powiązania między kulturą a </w:t>
            </w:r>
            <w:r w:rsidR="00964FBA" w:rsidRPr="00285BB3">
              <w:rPr>
                <w:rFonts w:ascii="Times New Roman" w:hAnsi="Times New Roman"/>
                <w:sz w:val="24"/>
                <w:szCs w:val="24"/>
              </w:rPr>
              <w:t>funkcjonowaniem jednostek i zbiorowości społecznych</w:t>
            </w:r>
          </w:p>
        </w:tc>
        <w:tc>
          <w:tcPr>
            <w:tcW w:w="1873" w:type="dxa"/>
          </w:tcPr>
          <w:p w14:paraId="0AE1CE61" w14:textId="0F7B22BE" w:rsidR="00D35B76" w:rsidRPr="00285BB3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285BB3">
              <w:rPr>
                <w:rFonts w:ascii="Times New Roman" w:hAnsi="Times New Roman" w:cs="Times New Roman"/>
              </w:rPr>
              <w:t>K_</w:t>
            </w:r>
            <w:r w:rsidR="009B45B7" w:rsidRPr="00285BB3">
              <w:rPr>
                <w:rFonts w:ascii="Times New Roman" w:hAnsi="Times New Roman" w:cs="Times New Roman"/>
              </w:rPr>
              <w:t>W25</w:t>
            </w:r>
          </w:p>
        </w:tc>
      </w:tr>
      <w:tr w:rsidR="00605F0A" w:rsidRPr="00285BB3" w14:paraId="37C919E7" w14:textId="77777777" w:rsidTr="00E174FD">
        <w:tc>
          <w:tcPr>
            <w:tcW w:w="1701" w:type="dxa"/>
          </w:tcPr>
          <w:p w14:paraId="0132CC41" w14:textId="77777777" w:rsidR="009B45B7" w:rsidRPr="00285BB3" w:rsidRDefault="009B45B7" w:rsidP="009B45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EK_04</w:t>
            </w:r>
          </w:p>
          <w:p w14:paraId="12E392EA" w14:textId="77777777" w:rsidR="009B45B7" w:rsidRPr="00285BB3" w:rsidRDefault="009B45B7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F87E603" w14:textId="65D8F9CC" w:rsidR="009B45B7" w:rsidRPr="00285BB3" w:rsidRDefault="00281A97" w:rsidP="006D76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9B45B7" w:rsidRPr="00285BB3">
              <w:rPr>
                <w:rFonts w:ascii="Times New Roman" w:hAnsi="Times New Roman"/>
                <w:sz w:val="24"/>
                <w:szCs w:val="24"/>
              </w:rPr>
              <w:t xml:space="preserve">a pogłębioną wiedzę </w:t>
            </w:r>
            <w:r w:rsidR="00922BE5" w:rsidRPr="00285BB3">
              <w:rPr>
                <w:rFonts w:ascii="Times New Roman" w:hAnsi="Times New Roman"/>
                <w:sz w:val="24"/>
                <w:szCs w:val="24"/>
              </w:rPr>
              <w:t xml:space="preserve">o miejscu i znaczeniu socjologii </w:t>
            </w:r>
            <w:r w:rsidR="0052714D" w:rsidRPr="00285BB3">
              <w:rPr>
                <w:rFonts w:ascii="Times New Roman" w:hAnsi="Times New Roman"/>
                <w:sz w:val="24"/>
                <w:szCs w:val="24"/>
              </w:rPr>
              <w:t xml:space="preserve">jako nauki </w:t>
            </w:r>
            <w:r w:rsidR="00922BE5" w:rsidRPr="00285BB3">
              <w:rPr>
                <w:rFonts w:ascii="Times New Roman" w:hAnsi="Times New Roman"/>
                <w:sz w:val="24"/>
                <w:szCs w:val="24"/>
              </w:rPr>
              <w:t xml:space="preserve">oraz specyfice tej </w:t>
            </w:r>
            <w:r w:rsidR="0052714D" w:rsidRPr="00285BB3">
              <w:rPr>
                <w:rFonts w:ascii="Times New Roman" w:hAnsi="Times New Roman"/>
                <w:sz w:val="24"/>
                <w:szCs w:val="24"/>
              </w:rPr>
              <w:t>dyscypliny</w:t>
            </w:r>
            <w:r w:rsidR="00964FBA" w:rsidRPr="00285BB3">
              <w:rPr>
                <w:rFonts w:ascii="Times New Roman" w:hAnsi="Times New Roman"/>
                <w:sz w:val="24"/>
                <w:szCs w:val="24"/>
              </w:rPr>
              <w:t>, metodach i narzędziach, w tym technik pozyskiwania danych pozwalających na opisywanie struktur społecznych i procesów w nich zachodzących, a także</w:t>
            </w:r>
            <w:r w:rsidR="00C47435" w:rsidRPr="00285B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714D" w:rsidRPr="00285BB3">
              <w:rPr>
                <w:rFonts w:ascii="Times New Roman" w:hAnsi="Times New Roman"/>
                <w:sz w:val="24"/>
                <w:szCs w:val="24"/>
              </w:rPr>
              <w:t xml:space="preserve">na temat </w:t>
            </w:r>
            <w:r w:rsidR="009B45B7" w:rsidRPr="00285BB3">
              <w:rPr>
                <w:rFonts w:ascii="Times New Roman" w:hAnsi="Times New Roman"/>
                <w:sz w:val="24"/>
                <w:szCs w:val="24"/>
              </w:rPr>
              <w:t xml:space="preserve">powiązań </w:t>
            </w:r>
            <w:r w:rsidR="00964FBA" w:rsidRPr="00285BB3">
              <w:rPr>
                <w:rFonts w:ascii="Times New Roman" w:hAnsi="Times New Roman"/>
                <w:sz w:val="24"/>
                <w:szCs w:val="24"/>
              </w:rPr>
              <w:t xml:space="preserve">socjologii </w:t>
            </w:r>
            <w:r w:rsidR="00C47435" w:rsidRPr="00285BB3">
              <w:rPr>
                <w:rFonts w:ascii="Times New Roman" w:hAnsi="Times New Roman"/>
                <w:sz w:val="24"/>
                <w:szCs w:val="24"/>
              </w:rPr>
              <w:t>z innymi naukami społecznymi (m.in.: psychologi</w:t>
            </w:r>
            <w:r w:rsidR="00922BE5" w:rsidRPr="00285BB3">
              <w:rPr>
                <w:rFonts w:ascii="Times New Roman" w:hAnsi="Times New Roman"/>
                <w:sz w:val="24"/>
                <w:szCs w:val="24"/>
              </w:rPr>
              <w:t>ą</w:t>
            </w:r>
            <w:r w:rsidR="00C47435" w:rsidRPr="00285BB3">
              <w:rPr>
                <w:rFonts w:ascii="Times New Roman" w:hAnsi="Times New Roman"/>
                <w:sz w:val="24"/>
                <w:szCs w:val="24"/>
              </w:rPr>
              <w:t>, ekonomi</w:t>
            </w:r>
            <w:r w:rsidR="00922BE5" w:rsidRPr="00285BB3">
              <w:rPr>
                <w:rFonts w:ascii="Times New Roman" w:hAnsi="Times New Roman"/>
                <w:sz w:val="24"/>
                <w:szCs w:val="24"/>
              </w:rPr>
              <w:t>ą</w:t>
            </w:r>
            <w:r w:rsidR="00C47435" w:rsidRPr="00285BB3">
              <w:rPr>
                <w:rFonts w:ascii="Times New Roman" w:hAnsi="Times New Roman"/>
                <w:sz w:val="24"/>
                <w:szCs w:val="24"/>
              </w:rPr>
              <w:t>, pedagogik</w:t>
            </w:r>
            <w:r w:rsidR="00922BE5" w:rsidRPr="00285BB3">
              <w:rPr>
                <w:rFonts w:ascii="Times New Roman" w:hAnsi="Times New Roman"/>
                <w:sz w:val="24"/>
                <w:szCs w:val="24"/>
              </w:rPr>
              <w:t>ą</w:t>
            </w:r>
            <w:r w:rsidR="00C47435" w:rsidRPr="00285BB3">
              <w:rPr>
                <w:rFonts w:ascii="Times New Roman" w:hAnsi="Times New Roman"/>
                <w:sz w:val="24"/>
                <w:szCs w:val="24"/>
              </w:rPr>
              <w:t>, praw</w:t>
            </w:r>
            <w:r w:rsidR="00922BE5" w:rsidRPr="00285BB3">
              <w:rPr>
                <w:rFonts w:ascii="Times New Roman" w:hAnsi="Times New Roman"/>
                <w:sz w:val="24"/>
                <w:szCs w:val="24"/>
              </w:rPr>
              <w:t>em</w:t>
            </w:r>
            <w:r w:rsidR="00D163CD" w:rsidRPr="00285BB3">
              <w:rPr>
                <w:rFonts w:ascii="Times New Roman" w:hAnsi="Times New Roman"/>
                <w:sz w:val="24"/>
                <w:szCs w:val="24"/>
              </w:rPr>
              <w:t>, demografi</w:t>
            </w:r>
            <w:r w:rsidR="00922BE5" w:rsidRPr="00285BB3">
              <w:rPr>
                <w:rFonts w:ascii="Times New Roman" w:hAnsi="Times New Roman"/>
                <w:sz w:val="24"/>
                <w:szCs w:val="24"/>
              </w:rPr>
              <w:t>ą</w:t>
            </w:r>
            <w:r w:rsidR="00C47435" w:rsidRPr="00285BB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73" w:type="dxa"/>
          </w:tcPr>
          <w:p w14:paraId="5B8FD41C" w14:textId="24067B6F" w:rsidR="009B45B7" w:rsidRPr="00285BB3" w:rsidRDefault="009B45B7" w:rsidP="00712EA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85BB3">
              <w:rPr>
                <w:rFonts w:ascii="Times New Roman" w:hAnsi="Times New Roman" w:cs="Times New Roman"/>
              </w:rPr>
              <w:t>K_W27</w:t>
            </w:r>
          </w:p>
        </w:tc>
      </w:tr>
      <w:tr w:rsidR="00605F0A" w:rsidRPr="00285BB3" w14:paraId="5F2BB7B7" w14:textId="77777777" w:rsidTr="00E174FD">
        <w:tc>
          <w:tcPr>
            <w:tcW w:w="1701" w:type="dxa"/>
          </w:tcPr>
          <w:p w14:paraId="705033EB" w14:textId="6DCBCDE5" w:rsidR="00712EAE" w:rsidRPr="00285BB3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</w:t>
            </w:r>
            <w:r w:rsidR="009B45B7" w:rsidRPr="00285BB3">
              <w:rPr>
                <w:b w:val="0"/>
                <w:smallCaps w:val="0"/>
                <w:szCs w:val="24"/>
              </w:rPr>
              <w:t>5</w:t>
            </w:r>
          </w:p>
          <w:p w14:paraId="4FE4B582" w14:textId="77777777" w:rsidR="00D35B76" w:rsidRPr="00285BB3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42B75511" w:rsidR="000734F1" w:rsidRPr="00285BB3" w:rsidRDefault="00281A97" w:rsidP="006D76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4B2A26" w:rsidRPr="00285BB3">
              <w:rPr>
                <w:rFonts w:ascii="Times New Roman" w:hAnsi="Times New Roman"/>
                <w:sz w:val="24"/>
                <w:szCs w:val="24"/>
              </w:rPr>
              <w:t>otrafi dokonywać syntezy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krytycznej oceny współczesnej</w:t>
            </w:r>
            <w:r w:rsidR="004B2A26" w:rsidRPr="00285BB3">
              <w:rPr>
                <w:rFonts w:ascii="Times New Roman" w:hAnsi="Times New Roman"/>
                <w:sz w:val="24"/>
                <w:szCs w:val="24"/>
              </w:rPr>
              <w:t xml:space="preserve"> wiedzy </w:t>
            </w:r>
            <w:r w:rsidR="000734F1" w:rsidRPr="00285BB3">
              <w:rPr>
                <w:rFonts w:ascii="Times New Roman" w:hAnsi="Times New Roman"/>
                <w:sz w:val="24"/>
                <w:szCs w:val="24"/>
              </w:rPr>
              <w:t xml:space="preserve">teoretycznej z zakresu socjologii oraz powiązanych z nią dyscyplin i dziedzin naukowych w celu analizy i interpretacji różnych zjawisk i procesów </w:t>
            </w:r>
            <w:r w:rsidR="00C47435" w:rsidRPr="00285BB3">
              <w:rPr>
                <w:rFonts w:ascii="Times New Roman" w:hAnsi="Times New Roman"/>
                <w:sz w:val="24"/>
                <w:szCs w:val="24"/>
              </w:rPr>
              <w:t>zachodzących w zbiorowościach społecznych</w:t>
            </w:r>
            <w:r w:rsidR="00922BE5" w:rsidRPr="00285BB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163CD" w:rsidRPr="00285BB3">
              <w:rPr>
                <w:rFonts w:ascii="Times New Roman" w:hAnsi="Times New Roman"/>
                <w:sz w:val="24"/>
                <w:szCs w:val="24"/>
              </w:rPr>
              <w:t>np. w rodzinie, organizacji itp.</w:t>
            </w:r>
            <w:r w:rsidR="00922BE5" w:rsidRPr="00285BB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73" w:type="dxa"/>
          </w:tcPr>
          <w:p w14:paraId="608B6843" w14:textId="17194766" w:rsidR="00D35B76" w:rsidRPr="00285BB3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285BB3">
              <w:rPr>
                <w:rFonts w:ascii="Times New Roman" w:hAnsi="Times New Roman" w:cs="Times New Roman"/>
              </w:rPr>
              <w:t>K_</w:t>
            </w:r>
            <w:r w:rsidR="009B45B7" w:rsidRPr="00285BB3">
              <w:rPr>
                <w:rFonts w:ascii="Times New Roman" w:hAnsi="Times New Roman" w:cs="Times New Roman"/>
              </w:rPr>
              <w:t>U19</w:t>
            </w:r>
          </w:p>
        </w:tc>
      </w:tr>
      <w:tr w:rsidR="00605F0A" w:rsidRPr="00285BB3" w14:paraId="68508266" w14:textId="77777777" w:rsidTr="00E174FD">
        <w:tc>
          <w:tcPr>
            <w:tcW w:w="1701" w:type="dxa"/>
          </w:tcPr>
          <w:p w14:paraId="14657E31" w14:textId="5ED4212C" w:rsidR="009B45B7" w:rsidRPr="00285BB3" w:rsidRDefault="009B45B7" w:rsidP="009B45B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EK_06</w:t>
            </w:r>
          </w:p>
          <w:p w14:paraId="72813FD6" w14:textId="77777777" w:rsidR="009B45B7" w:rsidRPr="00285BB3" w:rsidRDefault="009B45B7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37AE61B" w14:textId="5E7F4181" w:rsidR="009B45B7" w:rsidRPr="00285BB3" w:rsidRDefault="00281A97" w:rsidP="006D76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4B2A26" w:rsidRPr="00285BB3">
              <w:rPr>
                <w:rFonts w:ascii="Times New Roman" w:hAnsi="Times New Roman"/>
                <w:sz w:val="24"/>
                <w:szCs w:val="24"/>
              </w:rPr>
              <w:t>espekt</w:t>
            </w:r>
            <w:r w:rsidR="009B45B7" w:rsidRPr="00285BB3">
              <w:rPr>
                <w:rFonts w:ascii="Times New Roman" w:hAnsi="Times New Roman"/>
                <w:sz w:val="24"/>
                <w:szCs w:val="24"/>
              </w:rPr>
              <w:t>uje różnorodnoś</w:t>
            </w:r>
            <w:r w:rsidR="008A1E88" w:rsidRPr="00285BB3">
              <w:rPr>
                <w:rFonts w:ascii="Times New Roman" w:hAnsi="Times New Roman"/>
                <w:sz w:val="24"/>
                <w:szCs w:val="24"/>
              </w:rPr>
              <w:t>ć</w:t>
            </w:r>
            <w:r w:rsidR="009B45B7" w:rsidRPr="00285BB3">
              <w:rPr>
                <w:rFonts w:ascii="Times New Roman" w:hAnsi="Times New Roman"/>
                <w:sz w:val="24"/>
                <w:szCs w:val="24"/>
              </w:rPr>
              <w:t xml:space="preserve"> celów i wartości innych ludzi i odnosi się do nich z szacunkiem, niezależnie od ich płci, orientacji seksualnej, przynależności do określonej grupy społecznej, wyznania i kultury</w:t>
            </w:r>
          </w:p>
        </w:tc>
        <w:tc>
          <w:tcPr>
            <w:tcW w:w="1873" w:type="dxa"/>
          </w:tcPr>
          <w:p w14:paraId="7CDA9344" w14:textId="7921A849" w:rsidR="009B45B7" w:rsidRPr="00285BB3" w:rsidRDefault="009B45B7" w:rsidP="00712EA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85BB3">
              <w:rPr>
                <w:rFonts w:ascii="Times New Roman" w:hAnsi="Times New Roman" w:cs="Times New Roman"/>
              </w:rPr>
              <w:t>K_K02</w:t>
            </w:r>
          </w:p>
        </w:tc>
      </w:tr>
    </w:tbl>
    <w:p w14:paraId="2B33DE78" w14:textId="77777777" w:rsidR="0085747A" w:rsidRPr="00285BB3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4EC3F13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85BB3">
        <w:rPr>
          <w:rFonts w:ascii="Times New Roman" w:hAnsi="Times New Roman"/>
          <w:b/>
          <w:sz w:val="24"/>
          <w:szCs w:val="24"/>
        </w:rPr>
        <w:t>3.3</w:t>
      </w:r>
      <w:r w:rsidR="001D7B54" w:rsidRPr="00285BB3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285BB3">
        <w:rPr>
          <w:rFonts w:ascii="Times New Roman" w:hAnsi="Times New Roman"/>
          <w:b/>
          <w:sz w:val="24"/>
          <w:szCs w:val="24"/>
        </w:rPr>
        <w:t>T</w:t>
      </w:r>
      <w:r w:rsidR="001D7B54" w:rsidRPr="00285BB3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285BB3">
        <w:rPr>
          <w:rFonts w:ascii="Times New Roman" w:hAnsi="Times New Roman"/>
          <w:sz w:val="24"/>
          <w:szCs w:val="24"/>
        </w:rPr>
        <w:t xml:space="preserve">  </w:t>
      </w:r>
    </w:p>
    <w:p w14:paraId="04121561" w14:textId="77777777" w:rsidR="00AB32CF" w:rsidRPr="00285BB3" w:rsidRDefault="00AB32CF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E0A22EC" w14:textId="77777777" w:rsidR="0085747A" w:rsidRPr="00285BB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85BB3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B56E1F" w:rsidRPr="00285BB3" w14:paraId="45AE25BE" w14:textId="77777777" w:rsidTr="007C791E">
        <w:tc>
          <w:tcPr>
            <w:tcW w:w="9236" w:type="dxa"/>
          </w:tcPr>
          <w:p w14:paraId="75EAA44D" w14:textId="77777777" w:rsidR="00B56E1F" w:rsidRPr="00285BB3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56E1F" w:rsidRPr="00285BB3" w14:paraId="7E2C3E29" w14:textId="77777777" w:rsidTr="007C791E">
        <w:tc>
          <w:tcPr>
            <w:tcW w:w="9236" w:type="dxa"/>
          </w:tcPr>
          <w:p w14:paraId="44EAC8F5" w14:textId="31CFE90C" w:rsidR="00B56E1F" w:rsidRPr="00285BB3" w:rsidRDefault="007C791E" w:rsidP="00C10E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Cs/>
                <w:iCs/>
                <w:sz w:val="24"/>
                <w:szCs w:val="24"/>
              </w:rPr>
              <w:t>Istota i początki socjologii</w:t>
            </w:r>
            <w:r w:rsidR="00EC52D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B56E1F" w:rsidRPr="00285BB3" w14:paraId="792FDB21" w14:textId="77777777" w:rsidTr="007C791E">
        <w:tc>
          <w:tcPr>
            <w:tcW w:w="9236" w:type="dxa"/>
          </w:tcPr>
          <w:p w14:paraId="3DA83617" w14:textId="102C36D2" w:rsidR="00B56E1F" w:rsidRPr="00285BB3" w:rsidRDefault="007C791E" w:rsidP="00C10ED0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Rola rozumowania - teorie, metody i narzędzia badawcze w socjologii</w:t>
            </w:r>
            <w:r w:rsidR="00EC52D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7C791E" w:rsidRPr="00285BB3" w14:paraId="2264D02A" w14:textId="77777777" w:rsidTr="007C791E">
        <w:tc>
          <w:tcPr>
            <w:tcW w:w="9236" w:type="dxa"/>
          </w:tcPr>
          <w:p w14:paraId="1E0E371B" w14:textId="0B3FD861" w:rsidR="007C791E" w:rsidRPr="00285BB3" w:rsidRDefault="007C791E" w:rsidP="00C10ED0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Cs/>
                <w:iCs/>
                <w:sz w:val="24"/>
                <w:szCs w:val="24"/>
              </w:rPr>
              <w:t>Socjologiczna koncepcja człowieka i osobowości</w:t>
            </w:r>
            <w:r w:rsidR="002F3705" w:rsidRPr="00285BB3">
              <w:rPr>
                <w:rFonts w:ascii="Times New Roman" w:hAnsi="Times New Roman"/>
                <w:bCs/>
                <w:iCs/>
                <w:sz w:val="24"/>
                <w:szCs w:val="24"/>
              </w:rPr>
              <w:t>; tożsamość</w:t>
            </w:r>
            <w:r w:rsidR="00EC52D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7C791E" w:rsidRPr="00285BB3" w14:paraId="6B61C5B0" w14:textId="77777777" w:rsidTr="007C791E">
        <w:tc>
          <w:tcPr>
            <w:tcW w:w="9236" w:type="dxa"/>
          </w:tcPr>
          <w:p w14:paraId="7C5F342E" w14:textId="2B5CBCA8" w:rsidR="007C791E" w:rsidRPr="00285BB3" w:rsidRDefault="002F3705" w:rsidP="00C10ED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Cs/>
                <w:sz w:val="24"/>
                <w:szCs w:val="24"/>
              </w:rPr>
              <w:t>Interakcja społeczna - sieci stosunków społecznych</w:t>
            </w:r>
            <w:r w:rsidR="00EC52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F3705" w:rsidRPr="00285BB3" w14:paraId="06737D22" w14:textId="77777777" w:rsidTr="007C791E">
        <w:tc>
          <w:tcPr>
            <w:tcW w:w="9236" w:type="dxa"/>
          </w:tcPr>
          <w:p w14:paraId="72CB9080" w14:textId="1FBE5472" w:rsidR="002F3705" w:rsidRPr="00285BB3" w:rsidRDefault="002F3705" w:rsidP="002F370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Cs/>
                <w:iCs/>
                <w:sz w:val="24"/>
                <w:szCs w:val="24"/>
              </w:rPr>
              <w:t>Grupy i organizacje społeczne</w:t>
            </w:r>
            <w:r w:rsidR="00EC52D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2F3705" w:rsidRPr="00285BB3" w14:paraId="43736A38" w14:textId="77777777" w:rsidTr="007C791E">
        <w:tc>
          <w:tcPr>
            <w:tcW w:w="9236" w:type="dxa"/>
          </w:tcPr>
          <w:p w14:paraId="3E685436" w14:textId="63BA63F7" w:rsidR="002F3705" w:rsidRPr="00285BB3" w:rsidRDefault="002F3705" w:rsidP="002F370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Cs/>
                <w:sz w:val="24"/>
                <w:szCs w:val="24"/>
              </w:rPr>
              <w:t>Instytucje</w:t>
            </w:r>
            <w:r w:rsidR="00EC52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F3705" w:rsidRPr="00285BB3" w14:paraId="37E9F079" w14:textId="77777777" w:rsidTr="007C791E">
        <w:tc>
          <w:tcPr>
            <w:tcW w:w="9236" w:type="dxa"/>
          </w:tcPr>
          <w:p w14:paraId="573C1B23" w14:textId="0099F0AC" w:rsidR="002F3705" w:rsidRPr="00285BB3" w:rsidRDefault="002F3705" w:rsidP="002F370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Cs/>
                <w:iCs/>
                <w:sz w:val="24"/>
                <w:szCs w:val="24"/>
              </w:rPr>
              <w:t>Struktura społeczna i jej teorie</w:t>
            </w:r>
            <w:r w:rsidR="00EC52D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2F3705" w:rsidRPr="00285BB3" w14:paraId="3C4A42F5" w14:textId="77777777" w:rsidTr="007C791E">
        <w:tc>
          <w:tcPr>
            <w:tcW w:w="9236" w:type="dxa"/>
          </w:tcPr>
          <w:p w14:paraId="70CB24A8" w14:textId="2CB2A637" w:rsidR="002F3705" w:rsidRPr="00285BB3" w:rsidRDefault="007A6463" w:rsidP="002F370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Cs/>
                <w:sz w:val="24"/>
                <w:szCs w:val="24"/>
              </w:rPr>
              <w:t>Populacja a demografia i urbanizacja</w:t>
            </w:r>
            <w:r w:rsidR="00EC52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A6463" w:rsidRPr="00285BB3" w14:paraId="4198CFA6" w14:textId="77777777" w:rsidTr="007C791E">
        <w:tc>
          <w:tcPr>
            <w:tcW w:w="9236" w:type="dxa"/>
          </w:tcPr>
          <w:p w14:paraId="4B777A3A" w14:textId="3C34307F" w:rsidR="007A6463" w:rsidRPr="00285BB3" w:rsidRDefault="00EC52DD" w:rsidP="007A646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Kultura i społeczeństwo.</w:t>
            </w:r>
          </w:p>
        </w:tc>
      </w:tr>
      <w:tr w:rsidR="007A6463" w:rsidRPr="00285BB3" w14:paraId="511B77F8" w14:textId="77777777" w:rsidTr="007C791E">
        <w:tc>
          <w:tcPr>
            <w:tcW w:w="9236" w:type="dxa"/>
          </w:tcPr>
          <w:p w14:paraId="09C47725" w14:textId="685FF9FD" w:rsidR="007A6463" w:rsidRPr="00285BB3" w:rsidRDefault="007A6463" w:rsidP="007A646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Cs/>
                <w:sz w:val="24"/>
                <w:szCs w:val="24"/>
              </w:rPr>
              <w:t>Nierówności społeczne: klasowe, etniczne i płci</w:t>
            </w:r>
            <w:r w:rsidR="00EC52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A6463" w:rsidRPr="00285BB3" w14:paraId="6DE13452" w14:textId="77777777" w:rsidTr="007C791E">
        <w:tc>
          <w:tcPr>
            <w:tcW w:w="9236" w:type="dxa"/>
          </w:tcPr>
          <w:p w14:paraId="6A19766D" w14:textId="393544CA" w:rsidR="007A6463" w:rsidRPr="00285BB3" w:rsidRDefault="007A6463" w:rsidP="007A646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Cs/>
                <w:sz w:val="24"/>
                <w:szCs w:val="24"/>
              </w:rPr>
              <w:t>Zaburzenia, dewiacje, kontrola społeczna</w:t>
            </w:r>
            <w:r w:rsidR="00EC52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A6463" w:rsidRPr="00285BB3" w14:paraId="1D95C251" w14:textId="77777777" w:rsidTr="007C791E">
        <w:tc>
          <w:tcPr>
            <w:tcW w:w="9236" w:type="dxa"/>
          </w:tcPr>
          <w:p w14:paraId="524AE08F" w14:textId="5954AF68" w:rsidR="007A6463" w:rsidRPr="00285BB3" w:rsidRDefault="007A6463" w:rsidP="007A646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Cs/>
                <w:sz w:val="24"/>
                <w:szCs w:val="24"/>
              </w:rPr>
              <w:t>Zmiana społeczna i m</w:t>
            </w:r>
            <w:r w:rsidR="00EC52DD">
              <w:rPr>
                <w:rFonts w:ascii="Times New Roman" w:hAnsi="Times New Roman"/>
                <w:bCs/>
                <w:sz w:val="24"/>
                <w:szCs w:val="24"/>
              </w:rPr>
              <w:t>odernizacja; globalne problemy.</w:t>
            </w:r>
          </w:p>
        </w:tc>
      </w:tr>
    </w:tbl>
    <w:p w14:paraId="571C5F52" w14:textId="77777777" w:rsidR="0085747A" w:rsidRPr="00285BB3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99E0DC" w14:textId="706F7586" w:rsidR="0085747A" w:rsidRPr="00D45AC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85BB3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285BB3">
        <w:rPr>
          <w:rFonts w:ascii="Times New Roman" w:hAnsi="Times New Roman"/>
          <w:sz w:val="24"/>
          <w:szCs w:val="24"/>
        </w:rPr>
        <w:t xml:space="preserve">, </w:t>
      </w:r>
      <w:r w:rsidRPr="00285BB3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85BB3" w14:paraId="71BA15D0" w14:textId="77777777" w:rsidTr="00285BB3">
        <w:tc>
          <w:tcPr>
            <w:tcW w:w="9520" w:type="dxa"/>
          </w:tcPr>
          <w:p w14:paraId="4F5457D3" w14:textId="77777777" w:rsidR="0085747A" w:rsidRPr="00285BB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285BB3" w14:paraId="5CDAB37D" w14:textId="77777777" w:rsidTr="00285BB3">
        <w:tc>
          <w:tcPr>
            <w:tcW w:w="9520" w:type="dxa"/>
          </w:tcPr>
          <w:p w14:paraId="0AE3B671" w14:textId="7EFC7ECD" w:rsidR="0085747A" w:rsidRPr="00285BB3" w:rsidRDefault="00D45ACC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</w:tr>
    </w:tbl>
    <w:p w14:paraId="6683DC43" w14:textId="77777777" w:rsidR="0085747A" w:rsidRPr="00285BB3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BA5EA8D" w14:textId="77777777" w:rsidR="0085747A" w:rsidRPr="00285BB3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285BB3">
        <w:rPr>
          <w:smallCaps w:val="0"/>
          <w:szCs w:val="24"/>
        </w:rPr>
        <w:t>3.4 Metody dydaktyczne</w:t>
      </w:r>
      <w:r w:rsidRPr="00285BB3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285BB3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EDA90A8" w14:textId="631D2CD5" w:rsidR="0085747A" w:rsidRPr="00285BB3" w:rsidRDefault="00281A97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</w:t>
      </w:r>
      <w:r w:rsidR="00B56E1F" w:rsidRPr="00285BB3">
        <w:rPr>
          <w:b w:val="0"/>
          <w:smallCaps w:val="0"/>
          <w:szCs w:val="24"/>
        </w:rPr>
        <w:t>ykład z prezentacją multimedialną</w:t>
      </w:r>
    </w:p>
    <w:p w14:paraId="41EC439D" w14:textId="77777777" w:rsidR="00E960BB" w:rsidRPr="00285BB3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77777777" w:rsidR="0085747A" w:rsidRPr="00285BB3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285BB3">
        <w:rPr>
          <w:smallCaps w:val="0"/>
          <w:szCs w:val="24"/>
        </w:rPr>
        <w:t xml:space="preserve">4. </w:t>
      </w:r>
      <w:r w:rsidR="0085747A" w:rsidRPr="00285BB3">
        <w:rPr>
          <w:smallCaps w:val="0"/>
          <w:szCs w:val="24"/>
        </w:rPr>
        <w:t>METODY I KRYTERIA OCENY</w:t>
      </w:r>
      <w:r w:rsidR="009F4610" w:rsidRPr="00285BB3">
        <w:rPr>
          <w:smallCaps w:val="0"/>
          <w:szCs w:val="24"/>
        </w:rPr>
        <w:t xml:space="preserve"> </w:t>
      </w:r>
    </w:p>
    <w:p w14:paraId="0B381711" w14:textId="77777777" w:rsidR="00923D7D" w:rsidRPr="00285BB3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1D9A1D9" w14:textId="77777777" w:rsidR="0085747A" w:rsidRPr="00285BB3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285BB3">
        <w:rPr>
          <w:smallCaps w:val="0"/>
          <w:szCs w:val="24"/>
        </w:rPr>
        <w:t xml:space="preserve">4.1 Sposoby weryfikacji efektów </w:t>
      </w:r>
      <w:r w:rsidR="00C05F44" w:rsidRPr="00285BB3">
        <w:rPr>
          <w:smallCaps w:val="0"/>
          <w:szCs w:val="24"/>
        </w:rPr>
        <w:t>uczenia się</w:t>
      </w:r>
    </w:p>
    <w:p w14:paraId="1522BDED" w14:textId="77777777" w:rsidR="0085747A" w:rsidRPr="00285BB3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85BB3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285BB3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7A6F0460" w:rsidR="0085747A" w:rsidRPr="00285BB3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285BB3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A2041" w:rsidRPr="00285BB3">
              <w:rPr>
                <w:b w:val="0"/>
                <w:smallCaps w:val="0"/>
                <w:color w:val="000000"/>
                <w:szCs w:val="24"/>
              </w:rPr>
              <w:t>się</w:t>
            </w:r>
          </w:p>
          <w:p w14:paraId="0057FDD6" w14:textId="77777777" w:rsidR="0085747A" w:rsidRPr="00285BB3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285BB3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285BB3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1007C553" w:rsidR="0085747A" w:rsidRPr="00285BB3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(w, ćw</w:t>
            </w:r>
            <w:r w:rsidR="00EA2041" w:rsidRPr="00285BB3">
              <w:rPr>
                <w:b w:val="0"/>
                <w:smallCaps w:val="0"/>
                <w:szCs w:val="24"/>
              </w:rPr>
              <w:t>.</w:t>
            </w:r>
            <w:r w:rsidRPr="00285BB3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B0496C" w:rsidRPr="00285BB3" w14:paraId="310B68A6" w14:textId="77777777" w:rsidTr="00C05F44">
        <w:tc>
          <w:tcPr>
            <w:tcW w:w="1985" w:type="dxa"/>
          </w:tcPr>
          <w:p w14:paraId="2DB216DC" w14:textId="77777777" w:rsidR="00B0496C" w:rsidRPr="00285BB3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67BF4E14" w:rsidR="00B0496C" w:rsidRPr="00285BB3" w:rsidRDefault="00231003" w:rsidP="002310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 xml:space="preserve">Egzamin pisemny </w:t>
            </w:r>
          </w:p>
        </w:tc>
        <w:tc>
          <w:tcPr>
            <w:tcW w:w="2126" w:type="dxa"/>
          </w:tcPr>
          <w:p w14:paraId="0C36E567" w14:textId="66035E7F" w:rsidR="00B0496C" w:rsidRPr="00285BB3" w:rsidRDefault="003A6D87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w</w:t>
            </w:r>
          </w:p>
        </w:tc>
      </w:tr>
      <w:tr w:rsidR="00B0496C" w:rsidRPr="00285BB3" w14:paraId="4C7DF8DE" w14:textId="77777777" w:rsidTr="00C05F44">
        <w:tc>
          <w:tcPr>
            <w:tcW w:w="1985" w:type="dxa"/>
          </w:tcPr>
          <w:p w14:paraId="1DBA860B" w14:textId="77777777" w:rsidR="00B0496C" w:rsidRPr="00285BB3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312355B2" w:rsidR="00B0496C" w:rsidRPr="00285BB3" w:rsidRDefault="00231003" w:rsidP="002310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 xml:space="preserve">Egzamin pisemny </w:t>
            </w:r>
          </w:p>
        </w:tc>
        <w:tc>
          <w:tcPr>
            <w:tcW w:w="2126" w:type="dxa"/>
          </w:tcPr>
          <w:p w14:paraId="18428F3E" w14:textId="1A0448A9" w:rsidR="00B0496C" w:rsidRPr="00285BB3" w:rsidRDefault="003A6D87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w</w:t>
            </w:r>
          </w:p>
        </w:tc>
      </w:tr>
      <w:tr w:rsidR="00B0496C" w:rsidRPr="00285BB3" w14:paraId="17156572" w14:textId="77777777" w:rsidTr="00C05F44">
        <w:tc>
          <w:tcPr>
            <w:tcW w:w="1985" w:type="dxa"/>
          </w:tcPr>
          <w:p w14:paraId="17C13118" w14:textId="77777777" w:rsidR="00B0496C" w:rsidRPr="00285BB3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759809A8" w:rsidR="00B0496C" w:rsidRPr="00285BB3" w:rsidRDefault="00231003" w:rsidP="002310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Egzamin pisemny, zaliczenie lektury</w:t>
            </w:r>
          </w:p>
        </w:tc>
        <w:tc>
          <w:tcPr>
            <w:tcW w:w="2126" w:type="dxa"/>
          </w:tcPr>
          <w:p w14:paraId="3637D5E4" w14:textId="572A9193" w:rsidR="00B0496C" w:rsidRPr="00285BB3" w:rsidRDefault="003A6D87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w</w:t>
            </w:r>
          </w:p>
        </w:tc>
      </w:tr>
      <w:tr w:rsidR="00B0496C" w:rsidRPr="00285BB3" w14:paraId="13B19633" w14:textId="77777777" w:rsidTr="00C05F44">
        <w:tc>
          <w:tcPr>
            <w:tcW w:w="1985" w:type="dxa"/>
          </w:tcPr>
          <w:p w14:paraId="2AE1832F" w14:textId="77777777" w:rsidR="00B0496C" w:rsidRPr="00285BB3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68077DC3" w:rsidR="00B0496C" w:rsidRPr="00285BB3" w:rsidRDefault="00231003" w:rsidP="002310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 xml:space="preserve">Egzamin pisemny </w:t>
            </w:r>
          </w:p>
        </w:tc>
        <w:tc>
          <w:tcPr>
            <w:tcW w:w="2126" w:type="dxa"/>
          </w:tcPr>
          <w:p w14:paraId="4711DF55" w14:textId="77C4DB74" w:rsidR="00B0496C" w:rsidRPr="00285BB3" w:rsidRDefault="003A6D87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w</w:t>
            </w:r>
          </w:p>
        </w:tc>
      </w:tr>
      <w:tr w:rsidR="00EA2041" w:rsidRPr="00285BB3" w14:paraId="49CB8E0D" w14:textId="77777777" w:rsidTr="00C05F44">
        <w:tc>
          <w:tcPr>
            <w:tcW w:w="1985" w:type="dxa"/>
          </w:tcPr>
          <w:p w14:paraId="331081FE" w14:textId="3EB18664" w:rsidR="00EA2041" w:rsidRPr="00285BB3" w:rsidRDefault="00EA2041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B57AE2A" w14:textId="0270978E" w:rsidR="00EA2041" w:rsidRPr="00285BB3" w:rsidRDefault="00231003" w:rsidP="002310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DC14047" w14:textId="3AB28C56" w:rsidR="00EA2041" w:rsidRPr="00285BB3" w:rsidRDefault="00231003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w</w:t>
            </w:r>
          </w:p>
        </w:tc>
      </w:tr>
      <w:tr w:rsidR="00EA2041" w:rsidRPr="00285BB3" w14:paraId="252F2E81" w14:textId="77777777" w:rsidTr="00C05F44">
        <w:tc>
          <w:tcPr>
            <w:tcW w:w="1985" w:type="dxa"/>
          </w:tcPr>
          <w:p w14:paraId="2E73EAE5" w14:textId="1BD41671" w:rsidR="00EA2041" w:rsidRPr="00285BB3" w:rsidRDefault="00EA2041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0071162" w14:textId="280F72CE" w:rsidR="00EA2041" w:rsidRPr="00285BB3" w:rsidRDefault="00231003" w:rsidP="002310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Egzamin pisemny, zaliczenie lektury</w:t>
            </w:r>
          </w:p>
        </w:tc>
        <w:tc>
          <w:tcPr>
            <w:tcW w:w="2126" w:type="dxa"/>
          </w:tcPr>
          <w:p w14:paraId="1A32AD4D" w14:textId="6EBE9F43" w:rsidR="00EA2041" w:rsidRPr="00285BB3" w:rsidRDefault="00231003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w</w:t>
            </w:r>
          </w:p>
        </w:tc>
      </w:tr>
    </w:tbl>
    <w:p w14:paraId="1EDBDF99" w14:textId="77777777" w:rsidR="00923D7D" w:rsidRPr="00285BB3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027E855" w14:textId="77777777" w:rsidR="00D45ACC" w:rsidRDefault="00D45ACC" w:rsidP="00D45ACC">
      <w:pPr>
        <w:pStyle w:val="Punktygwne"/>
        <w:spacing w:before="0" w:after="0"/>
        <w:ind w:left="426"/>
        <w:rPr>
          <w:smallCaps w:val="0"/>
          <w:szCs w:val="24"/>
        </w:rPr>
      </w:pPr>
    </w:p>
    <w:p w14:paraId="210793A4" w14:textId="77777777" w:rsidR="00D45ACC" w:rsidRPr="00163758" w:rsidRDefault="00D45ACC" w:rsidP="00D45ACC">
      <w:pPr>
        <w:pStyle w:val="Punktygwne"/>
        <w:spacing w:before="0" w:after="0"/>
        <w:ind w:left="426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4.2 Warunki zaliczenia przedmiotu (kryteria oceniania) </w:t>
      </w:r>
    </w:p>
    <w:p w14:paraId="3AB7C163" w14:textId="77777777" w:rsidR="00D45ACC" w:rsidRPr="00163758" w:rsidRDefault="00D45ACC" w:rsidP="00D45ACC">
      <w:pPr>
        <w:pStyle w:val="Punktygwne"/>
        <w:spacing w:before="0" w:after="0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D45ACC" w:rsidRPr="00163758" w14:paraId="70A6EF11" w14:textId="77777777" w:rsidTr="00BB7410">
        <w:tc>
          <w:tcPr>
            <w:tcW w:w="9634" w:type="dxa"/>
          </w:tcPr>
          <w:p w14:paraId="3682BF65" w14:textId="77777777" w:rsidR="00D45ACC" w:rsidRPr="00784D67" w:rsidRDefault="00D45ACC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P</w:t>
            </w:r>
            <w:r w:rsidRPr="00784D67">
              <w:rPr>
                <w:b w:val="0"/>
                <w:smallCaps w:val="0"/>
                <w:szCs w:val="24"/>
              </w:rPr>
              <w:t xml:space="preserve">ozytywna ocena z egzaminu pisemnego </w:t>
            </w:r>
            <w:r>
              <w:rPr>
                <w:b w:val="0"/>
                <w:smallCaps w:val="0"/>
                <w:szCs w:val="24"/>
              </w:rPr>
              <w:t>–</w:t>
            </w:r>
            <w:r w:rsidRPr="00784D67">
              <w:rPr>
                <w:b w:val="0"/>
                <w:smallCaps w:val="0"/>
                <w:szCs w:val="24"/>
              </w:rPr>
              <w:t xml:space="preserve"> testu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50F543A8" w14:textId="77777777" w:rsidR="00D45ACC" w:rsidRPr="00784D67" w:rsidRDefault="00D45ACC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2. O</w:t>
            </w:r>
            <w:r w:rsidRPr="00784D67">
              <w:rPr>
                <w:b w:val="0"/>
                <w:smallCaps w:val="0"/>
                <w:szCs w:val="24"/>
              </w:rPr>
              <w:t>becność na wykładach.</w:t>
            </w:r>
          </w:p>
          <w:p w14:paraId="6C31662F" w14:textId="77777777" w:rsidR="00D45ACC" w:rsidRDefault="00D45ACC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Egzamin pisemny</w:t>
            </w:r>
            <w:r w:rsidRPr="00A533C4">
              <w:rPr>
                <w:b w:val="0"/>
                <w:smallCaps w:val="0"/>
                <w:szCs w:val="24"/>
              </w:rPr>
              <w:t xml:space="preserve"> test</w:t>
            </w:r>
            <w:r>
              <w:rPr>
                <w:b w:val="0"/>
                <w:smallCaps w:val="0"/>
                <w:szCs w:val="24"/>
              </w:rPr>
              <w:t>owy:</w:t>
            </w:r>
          </w:p>
          <w:p w14:paraId="3E2A1754" w14:textId="77777777" w:rsidR="00D45ACC" w:rsidRDefault="00D45ACC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6FCDCDE6" w14:textId="77777777" w:rsidR="00D45ACC" w:rsidRDefault="00D45ACC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4560EF55" w14:textId="77777777" w:rsidR="00D45ACC" w:rsidRDefault="00D45ACC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32CA769B" w14:textId="77777777" w:rsidR="00D45ACC" w:rsidRDefault="00D45ACC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1C34F346" w14:textId="77777777" w:rsidR="00D45ACC" w:rsidRDefault="00D45ACC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36658B8A" w14:textId="77777777" w:rsidR="00D45ACC" w:rsidRPr="00975ED8" w:rsidRDefault="00D45ACC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 xml:space="preserve">(niezadowalająca wiedza, liczne </w:t>
            </w:r>
            <w:r w:rsidRPr="00975ED8">
              <w:rPr>
                <w:rStyle w:val="x4k7w5x"/>
                <w:b w:val="0"/>
                <w:smallCaps w:val="0"/>
              </w:rPr>
              <w:lastRenderedPageBreak/>
              <w:t>błędy)</w:t>
            </w:r>
          </w:p>
        </w:tc>
      </w:tr>
    </w:tbl>
    <w:p w14:paraId="379978AE" w14:textId="77777777" w:rsidR="00D45ACC" w:rsidRDefault="00D45ACC" w:rsidP="009C54AE">
      <w:pPr>
        <w:pStyle w:val="Bezodstpw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34CCFBA9" w14:textId="77777777" w:rsidR="009F4610" w:rsidRPr="00285BB3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285BB3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285BB3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285BB3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285BB3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285BB3" w:rsidRDefault="000C5696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285BB3" w14:paraId="05D39134" w14:textId="77777777" w:rsidTr="00E174FD">
        <w:tc>
          <w:tcPr>
            <w:tcW w:w="4962" w:type="dxa"/>
          </w:tcPr>
          <w:p w14:paraId="7D571487" w14:textId="77777777" w:rsidR="000C5696" w:rsidRPr="00285BB3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0BB8B16" w14:textId="20A6B7E2" w:rsidR="000C5696" w:rsidRPr="00285BB3" w:rsidRDefault="00724875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C5696" w:rsidRPr="00285BB3" w14:paraId="3DF32911" w14:textId="77777777" w:rsidTr="00E174FD">
        <w:tc>
          <w:tcPr>
            <w:tcW w:w="4962" w:type="dxa"/>
          </w:tcPr>
          <w:p w14:paraId="207632F0" w14:textId="0E561604" w:rsidR="000C5696" w:rsidRPr="00285BB3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285BB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8963B4" w14:textId="6A13491A" w:rsidR="003B346E" w:rsidRPr="00285BB3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-</w:t>
            </w:r>
            <w:r w:rsidR="00D86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285BB3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718CD9C1" w14:textId="00E85DFD" w:rsidR="000C5696" w:rsidRPr="00285BB3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-</w:t>
            </w:r>
            <w:r w:rsidR="00D86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>udział</w:t>
            </w:r>
            <w:r w:rsidR="000C5696" w:rsidRPr="00285B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3B0" w:rsidRPr="00285BB3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0C5696" w:rsidRPr="00285BB3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52D7581D" w14:textId="77777777" w:rsidR="003B346E" w:rsidRPr="00285BB3" w:rsidRDefault="003B346E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7063ED" w14:textId="28B64282" w:rsidR="003B346E" w:rsidRPr="00285BB3" w:rsidRDefault="003B346E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38AC6A3" w14:textId="2A5C352A" w:rsidR="000C5696" w:rsidRPr="00285BB3" w:rsidRDefault="0050664A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5696" w:rsidRPr="00285BB3" w14:paraId="301489F0" w14:textId="77777777" w:rsidTr="00E174FD">
        <w:tc>
          <w:tcPr>
            <w:tcW w:w="4962" w:type="dxa"/>
          </w:tcPr>
          <w:p w14:paraId="347B4073" w14:textId="2A93527C" w:rsidR="000C5696" w:rsidRPr="00285BB3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3B346E" w:rsidRPr="00285BB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A693A26" w14:textId="5EA43DCE" w:rsidR="003B346E" w:rsidRPr="00285BB3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-</w:t>
            </w:r>
            <w:r w:rsidR="00E76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285BB3">
              <w:rPr>
                <w:rFonts w:ascii="Times New Roman" w:hAnsi="Times New Roman"/>
                <w:sz w:val="24"/>
                <w:szCs w:val="24"/>
              </w:rPr>
              <w:t>przygotowanie do egzaminu</w:t>
            </w:r>
          </w:p>
          <w:p w14:paraId="77645C5B" w14:textId="5DE3E1F9" w:rsidR="008F03B0" w:rsidRPr="00285BB3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-</w:t>
            </w:r>
            <w:r w:rsidR="00E76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23B" w:rsidRPr="00285BB3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285BB3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4677" w:type="dxa"/>
          </w:tcPr>
          <w:p w14:paraId="15B78EF2" w14:textId="77777777" w:rsidR="00D45ACC" w:rsidRDefault="00D45ACC" w:rsidP="00D8672B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9EFECB" w14:textId="749055E5" w:rsidR="003B346E" w:rsidRPr="00285BB3" w:rsidRDefault="000D0678" w:rsidP="00D8672B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1</w:t>
            </w:r>
            <w:r w:rsidR="005C3A8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74A616" w14:textId="45D3F15A" w:rsidR="003B346E" w:rsidRPr="00285BB3" w:rsidRDefault="000D0678" w:rsidP="00D8672B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C5696" w:rsidRPr="00285BB3" w14:paraId="02915295" w14:textId="77777777" w:rsidTr="00E174FD">
        <w:tc>
          <w:tcPr>
            <w:tcW w:w="4962" w:type="dxa"/>
          </w:tcPr>
          <w:p w14:paraId="1EFC7DE7" w14:textId="77777777" w:rsidR="000C5696" w:rsidRPr="00285BB3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05A1A6C6" w:rsidR="000C5696" w:rsidRPr="00285BB3" w:rsidRDefault="00F51EF5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C5696" w:rsidRPr="00285BB3" w14:paraId="3A81EC9D" w14:textId="77777777" w:rsidTr="00E174FD">
        <w:tc>
          <w:tcPr>
            <w:tcW w:w="4962" w:type="dxa"/>
          </w:tcPr>
          <w:p w14:paraId="1C19C073" w14:textId="77777777" w:rsidR="000C5696" w:rsidRPr="00285BB3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211E419F" w:rsidR="000C5696" w:rsidRPr="00285BB3" w:rsidRDefault="001C2FE4" w:rsidP="00D8672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4E2E202C" w14:textId="77777777" w:rsidR="0085747A" w:rsidRPr="00285BB3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A952A2C" w14:textId="77777777" w:rsidR="0085747A" w:rsidRPr="00285BB3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285BB3">
        <w:rPr>
          <w:b w:val="0"/>
          <w:i/>
          <w:smallCaps w:val="0"/>
          <w:szCs w:val="24"/>
        </w:rPr>
        <w:t xml:space="preserve">* </w:t>
      </w:r>
      <w:r w:rsidR="00C61DC5" w:rsidRPr="00285BB3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285BB3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285BB3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285BB3">
        <w:rPr>
          <w:smallCaps w:val="0"/>
          <w:szCs w:val="24"/>
        </w:rPr>
        <w:t xml:space="preserve">6. </w:t>
      </w:r>
      <w:r w:rsidR="0085747A" w:rsidRPr="00285BB3">
        <w:rPr>
          <w:smallCaps w:val="0"/>
          <w:szCs w:val="24"/>
        </w:rPr>
        <w:t>PRAKTYKI ZAWO</w:t>
      </w:r>
      <w:r w:rsidR="009C1331" w:rsidRPr="00285BB3">
        <w:rPr>
          <w:smallCaps w:val="0"/>
          <w:szCs w:val="24"/>
        </w:rPr>
        <w:t>DOWE W RAMACH PRZEDMIOTU</w:t>
      </w:r>
    </w:p>
    <w:p w14:paraId="55CE3E9F" w14:textId="77777777" w:rsidR="0085747A" w:rsidRPr="00285BB3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85BB3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285BB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074E3FBA" w:rsidR="0085747A" w:rsidRPr="00285BB3" w:rsidRDefault="00D45ACC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 nie dotyczy</w:t>
            </w:r>
          </w:p>
        </w:tc>
      </w:tr>
      <w:tr w:rsidR="0085747A" w:rsidRPr="00285BB3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285BB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0170B1F3" w:rsidR="0085747A" w:rsidRPr="00285BB3" w:rsidRDefault="00D45AC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nie dotyczy</w:t>
            </w:r>
          </w:p>
        </w:tc>
      </w:tr>
    </w:tbl>
    <w:p w14:paraId="2D3FA288" w14:textId="77777777" w:rsidR="003E1941" w:rsidRPr="00285BB3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Pr="00285BB3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285BB3">
        <w:rPr>
          <w:smallCaps w:val="0"/>
          <w:szCs w:val="24"/>
        </w:rPr>
        <w:t xml:space="preserve">7. </w:t>
      </w:r>
      <w:r w:rsidR="0085747A" w:rsidRPr="00285BB3">
        <w:rPr>
          <w:smallCaps w:val="0"/>
          <w:szCs w:val="24"/>
        </w:rPr>
        <w:t>LITERATURA</w:t>
      </w:r>
      <w:r w:rsidRPr="00285BB3">
        <w:rPr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A323B" w:rsidRPr="00285BB3" w14:paraId="48AE14F8" w14:textId="77777777" w:rsidTr="00285BB3">
        <w:trPr>
          <w:trHeight w:val="397"/>
        </w:trPr>
        <w:tc>
          <w:tcPr>
            <w:tcW w:w="5000" w:type="pct"/>
          </w:tcPr>
          <w:p w14:paraId="42A098E6" w14:textId="2B01F3B5" w:rsidR="00DA323B" w:rsidRPr="000B7674" w:rsidRDefault="00DA323B" w:rsidP="00EC52DD">
            <w:pPr>
              <w:pStyle w:val="Punktygwne"/>
              <w:spacing w:before="0"/>
              <w:rPr>
                <w:smallCaps w:val="0"/>
                <w:szCs w:val="24"/>
              </w:rPr>
            </w:pPr>
            <w:r w:rsidRPr="000B7674">
              <w:rPr>
                <w:smallCaps w:val="0"/>
                <w:szCs w:val="24"/>
              </w:rPr>
              <w:t>Literatura podstawowa:</w:t>
            </w:r>
          </w:p>
          <w:p w14:paraId="681829B3" w14:textId="77777777" w:rsidR="004B2A26" w:rsidRPr="00285BB3" w:rsidRDefault="004B2A26" w:rsidP="00EC52DD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 xml:space="preserve">Babbie E., </w:t>
            </w:r>
            <w:r w:rsidRPr="00285BB3">
              <w:rPr>
                <w:rFonts w:ascii="Times New Roman" w:hAnsi="Times New Roman"/>
                <w:i/>
                <w:iCs/>
                <w:sz w:val="24"/>
                <w:szCs w:val="24"/>
              </w:rPr>
              <w:t>Istota Socjologii. Krytyczne eseje o krytycznej nauce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>, PWN Warszawa 2007</w:t>
            </w:r>
          </w:p>
          <w:p w14:paraId="0204B66F" w14:textId="132DD406" w:rsidR="004B2A26" w:rsidRPr="00285BB3" w:rsidRDefault="004B2A26" w:rsidP="00EC52DD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 xml:space="preserve">Goodman N., </w:t>
            </w:r>
            <w:r w:rsidRPr="00285BB3">
              <w:rPr>
                <w:rFonts w:ascii="Times New Roman" w:hAnsi="Times New Roman"/>
                <w:i/>
                <w:iCs/>
                <w:sz w:val="24"/>
                <w:szCs w:val="24"/>
              </w:rPr>
              <w:t>Wstęp do Socjologii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>, Zysk i S-ka, Poznań 1997</w:t>
            </w:r>
          </w:p>
          <w:p w14:paraId="09D78436" w14:textId="77777777" w:rsidR="004B2A26" w:rsidRPr="00285BB3" w:rsidRDefault="004B2A26" w:rsidP="00EC52DD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 xml:space="preserve">Szacka B., </w:t>
            </w:r>
            <w:r w:rsidRPr="00285BB3">
              <w:rPr>
                <w:rFonts w:ascii="Times New Roman" w:hAnsi="Times New Roman"/>
                <w:i/>
                <w:iCs/>
                <w:sz w:val="24"/>
                <w:szCs w:val="24"/>
              </w:rPr>
              <w:t>Wprowadzenie do socjologii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>, Oficyna Naukowa Warszawa 2003</w:t>
            </w:r>
          </w:p>
          <w:p w14:paraId="78289A22" w14:textId="3E1F163F" w:rsidR="00DA323B" w:rsidRPr="00285BB3" w:rsidRDefault="004B2A26" w:rsidP="00EC52DD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 xml:space="preserve">Turner J.H., </w:t>
            </w:r>
            <w:r w:rsidRPr="00285BB3">
              <w:rPr>
                <w:rFonts w:ascii="Times New Roman" w:hAnsi="Times New Roman"/>
                <w:i/>
                <w:iCs/>
                <w:sz w:val="24"/>
                <w:szCs w:val="24"/>
              </w:rPr>
              <w:t>Socjologia. Koncepcje i ich zastosowanie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>, Poznań 1994</w:t>
            </w:r>
          </w:p>
        </w:tc>
      </w:tr>
      <w:tr w:rsidR="00DA323B" w:rsidRPr="00285BB3" w14:paraId="0D880534" w14:textId="77777777" w:rsidTr="00285BB3">
        <w:trPr>
          <w:trHeight w:val="397"/>
        </w:trPr>
        <w:tc>
          <w:tcPr>
            <w:tcW w:w="5000" w:type="pct"/>
          </w:tcPr>
          <w:p w14:paraId="348341D9" w14:textId="59AAEC39" w:rsidR="00156B80" w:rsidRPr="000B7674" w:rsidRDefault="00DA323B" w:rsidP="00EC52DD">
            <w:pPr>
              <w:pStyle w:val="Punktygwne"/>
              <w:spacing w:before="0"/>
              <w:rPr>
                <w:smallCaps w:val="0"/>
                <w:szCs w:val="24"/>
              </w:rPr>
            </w:pPr>
            <w:r w:rsidRPr="000B7674">
              <w:rPr>
                <w:smallCaps w:val="0"/>
                <w:szCs w:val="24"/>
              </w:rPr>
              <w:t xml:space="preserve">Literatura uzupełniająca: </w:t>
            </w:r>
          </w:p>
          <w:p w14:paraId="581C6198" w14:textId="2A4A07FE" w:rsidR="00156B80" w:rsidRPr="00285BB3" w:rsidRDefault="004B2A26" w:rsidP="00EC52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85BB3">
              <w:rPr>
                <w:b w:val="0"/>
                <w:smallCaps w:val="0"/>
                <w:szCs w:val="24"/>
              </w:rPr>
              <w:t xml:space="preserve">Sztompka P., </w:t>
            </w:r>
            <w:r w:rsidRPr="00285BB3">
              <w:rPr>
                <w:b w:val="0"/>
                <w:i/>
                <w:iCs/>
                <w:smallCaps w:val="0"/>
                <w:szCs w:val="24"/>
              </w:rPr>
              <w:t>Socjologia. Analiza społeczeństwa</w:t>
            </w:r>
            <w:r w:rsidRPr="00285BB3">
              <w:rPr>
                <w:b w:val="0"/>
                <w:smallCaps w:val="0"/>
                <w:szCs w:val="24"/>
              </w:rPr>
              <w:t xml:space="preserve">, </w:t>
            </w:r>
            <w:r w:rsidR="00222248" w:rsidRPr="00285BB3">
              <w:rPr>
                <w:b w:val="0"/>
                <w:smallCaps w:val="0"/>
                <w:szCs w:val="24"/>
              </w:rPr>
              <w:t>Wydawnictwo Znak, Kraków 2006</w:t>
            </w:r>
          </w:p>
          <w:p w14:paraId="7A92B89B" w14:textId="77777777" w:rsidR="00844B0E" w:rsidRPr="00285BB3" w:rsidRDefault="00844B0E" w:rsidP="00EC52DD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 xml:space="preserve">Turowski J., </w:t>
            </w:r>
            <w:r w:rsidRPr="00285BB3">
              <w:rPr>
                <w:rFonts w:ascii="Times New Roman" w:hAnsi="Times New Roman"/>
                <w:i/>
                <w:iCs/>
                <w:sz w:val="24"/>
                <w:szCs w:val="24"/>
              </w:rPr>
              <w:t>Socjologia. Małe struktury społeczne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>, Lublin 1994</w:t>
            </w:r>
          </w:p>
          <w:p w14:paraId="75215989" w14:textId="69C112CF" w:rsidR="00222248" w:rsidRPr="00285BB3" w:rsidRDefault="00844B0E" w:rsidP="00EC52DD">
            <w:pPr>
              <w:pStyle w:val="Akapitzlist"/>
              <w:ind w:left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 xml:space="preserve">Turowski J., </w:t>
            </w:r>
            <w:r w:rsidRPr="00285BB3">
              <w:rPr>
                <w:rFonts w:ascii="Times New Roman" w:hAnsi="Times New Roman"/>
                <w:i/>
                <w:iCs/>
                <w:sz w:val="24"/>
                <w:szCs w:val="24"/>
              </w:rPr>
              <w:t>Socjologia. Wielkie struktury społeczne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>, Lublin 1994</w:t>
            </w:r>
          </w:p>
          <w:p w14:paraId="568861A2" w14:textId="6BD52A72" w:rsidR="00222248" w:rsidRPr="00EC52DD" w:rsidRDefault="00EC52DD" w:rsidP="00EC52D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2DD">
              <w:rPr>
                <w:rFonts w:ascii="Times New Roman" w:hAnsi="Times New Roman"/>
                <w:bCs/>
                <w:sz w:val="24"/>
                <w:szCs w:val="24"/>
              </w:rPr>
              <w:t>Lektura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05579F54" w14:textId="55ECA4DD" w:rsidR="00DA323B" w:rsidRPr="00285BB3" w:rsidRDefault="00222248" w:rsidP="00EC52DD">
            <w:pPr>
              <w:pStyle w:val="Akapitzlist"/>
              <w:ind w:left="29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sz w:val="24"/>
                <w:szCs w:val="24"/>
              </w:rPr>
              <w:t>Goffman E.</w:t>
            </w:r>
            <w:r w:rsidR="00911B27">
              <w:rPr>
                <w:rFonts w:ascii="Times New Roman" w:hAnsi="Times New Roman"/>
                <w:sz w:val="24"/>
                <w:szCs w:val="24"/>
              </w:rPr>
              <w:t>,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1B27">
              <w:rPr>
                <w:rFonts w:ascii="Times New Roman" w:hAnsi="Times New Roman"/>
                <w:i/>
                <w:iCs/>
                <w:sz w:val="24"/>
                <w:szCs w:val="24"/>
              </w:rPr>
              <w:t>Człowiek w teatrze życia codziennego</w:t>
            </w:r>
            <w:r w:rsidR="00911B27">
              <w:rPr>
                <w:rFonts w:ascii="Times New Roman" w:hAnsi="Times New Roman"/>
                <w:sz w:val="24"/>
                <w:szCs w:val="24"/>
              </w:rPr>
              <w:t>,</w:t>
            </w:r>
            <w:r w:rsidRPr="00285BB3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911B27">
              <w:rPr>
                <w:rFonts w:ascii="Times New Roman" w:hAnsi="Times New Roman"/>
                <w:sz w:val="24"/>
                <w:szCs w:val="24"/>
              </w:rPr>
              <w:t xml:space="preserve"> 2009</w:t>
            </w:r>
          </w:p>
        </w:tc>
      </w:tr>
    </w:tbl>
    <w:p w14:paraId="363C4B65" w14:textId="77777777" w:rsidR="00DA323B" w:rsidRPr="00285BB3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14:paraId="422541AD" w14:textId="77777777" w:rsidR="00675843" w:rsidRPr="00285BB3" w:rsidRDefault="00675843" w:rsidP="009C54AE">
      <w:pPr>
        <w:pStyle w:val="Punktygwne"/>
        <w:spacing w:before="0" w:after="0"/>
        <w:rPr>
          <w:smallCaps w:val="0"/>
          <w:szCs w:val="24"/>
        </w:rPr>
      </w:pPr>
    </w:p>
    <w:p w14:paraId="2A55577A" w14:textId="77777777" w:rsidR="0085747A" w:rsidRPr="00285BB3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7099DB1" w14:textId="77777777" w:rsidR="0085747A" w:rsidRPr="00285BB3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6F355E2" w14:textId="77777777" w:rsidR="0085747A" w:rsidRPr="00285BB3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285BB3">
        <w:rPr>
          <w:b w:val="0"/>
          <w:smallCaps w:val="0"/>
          <w:szCs w:val="24"/>
        </w:rPr>
        <w:t>Akceptacja Kierownika Jednostki lub osoby upoważnionej</w:t>
      </w:r>
    </w:p>
    <w:sectPr w:rsidR="0085747A" w:rsidRPr="00285BB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218DB" w14:textId="77777777" w:rsidR="00E46FF9" w:rsidRDefault="00E46FF9" w:rsidP="00C16ABF">
      <w:pPr>
        <w:spacing w:after="0" w:line="240" w:lineRule="auto"/>
      </w:pPr>
      <w:r>
        <w:separator/>
      </w:r>
    </w:p>
  </w:endnote>
  <w:endnote w:type="continuationSeparator" w:id="0">
    <w:p w14:paraId="72A4A4FA" w14:textId="77777777" w:rsidR="00E46FF9" w:rsidRDefault="00E46F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4D7C4" w14:textId="77777777" w:rsidR="00E46FF9" w:rsidRDefault="00E46FF9" w:rsidP="00C16ABF">
      <w:pPr>
        <w:spacing w:after="0" w:line="240" w:lineRule="auto"/>
      </w:pPr>
      <w:r>
        <w:separator/>
      </w:r>
    </w:p>
  </w:footnote>
  <w:footnote w:type="continuationSeparator" w:id="0">
    <w:p w14:paraId="49D0D891" w14:textId="77777777" w:rsidR="00E46FF9" w:rsidRDefault="00E46FF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F3514A"/>
    <w:multiLevelType w:val="hybridMultilevel"/>
    <w:tmpl w:val="8B70D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2796A"/>
    <w:multiLevelType w:val="hybridMultilevel"/>
    <w:tmpl w:val="40F66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E42B4"/>
    <w:multiLevelType w:val="hybridMultilevel"/>
    <w:tmpl w:val="C1E85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84E35"/>
    <w:multiLevelType w:val="hybridMultilevel"/>
    <w:tmpl w:val="1B8AD9E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2002076">
    <w:abstractNumId w:val="0"/>
  </w:num>
  <w:num w:numId="2" w16cid:durableId="576205975">
    <w:abstractNumId w:val="4"/>
  </w:num>
  <w:num w:numId="3" w16cid:durableId="46609584">
    <w:abstractNumId w:val="2"/>
  </w:num>
  <w:num w:numId="4" w16cid:durableId="1183789065">
    <w:abstractNumId w:val="3"/>
  </w:num>
  <w:num w:numId="5" w16cid:durableId="42781925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86C"/>
    <w:rsid w:val="00025391"/>
    <w:rsid w:val="00033B02"/>
    <w:rsid w:val="00042A51"/>
    <w:rsid w:val="00042D2E"/>
    <w:rsid w:val="00044C82"/>
    <w:rsid w:val="00056E48"/>
    <w:rsid w:val="00070ED6"/>
    <w:rsid w:val="000734A7"/>
    <w:rsid w:val="000734F1"/>
    <w:rsid w:val="000742DC"/>
    <w:rsid w:val="00076ECB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B7674"/>
    <w:rsid w:val="000C13FF"/>
    <w:rsid w:val="000C5696"/>
    <w:rsid w:val="000C63F9"/>
    <w:rsid w:val="000D04B0"/>
    <w:rsid w:val="000D0678"/>
    <w:rsid w:val="000F1C57"/>
    <w:rsid w:val="000F5615"/>
    <w:rsid w:val="00107219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FE4"/>
    <w:rsid w:val="001C498C"/>
    <w:rsid w:val="001C4B47"/>
    <w:rsid w:val="001D27B6"/>
    <w:rsid w:val="001D657B"/>
    <w:rsid w:val="001D7B54"/>
    <w:rsid w:val="001E0209"/>
    <w:rsid w:val="001F2CA2"/>
    <w:rsid w:val="001F7DC8"/>
    <w:rsid w:val="002144C0"/>
    <w:rsid w:val="00216238"/>
    <w:rsid w:val="00222248"/>
    <w:rsid w:val="00222CB7"/>
    <w:rsid w:val="0022372D"/>
    <w:rsid w:val="0022477D"/>
    <w:rsid w:val="002278A9"/>
    <w:rsid w:val="00231003"/>
    <w:rsid w:val="002336F9"/>
    <w:rsid w:val="0024028F"/>
    <w:rsid w:val="00244ABC"/>
    <w:rsid w:val="00281A97"/>
    <w:rsid w:val="00281FF2"/>
    <w:rsid w:val="002857DE"/>
    <w:rsid w:val="00285BB3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67F"/>
    <w:rsid w:val="002B7C59"/>
    <w:rsid w:val="002C1F06"/>
    <w:rsid w:val="002D1B5E"/>
    <w:rsid w:val="002D3375"/>
    <w:rsid w:val="002D73D4"/>
    <w:rsid w:val="002F02A3"/>
    <w:rsid w:val="002F3705"/>
    <w:rsid w:val="002F4ABE"/>
    <w:rsid w:val="003018BA"/>
    <w:rsid w:val="0030395F"/>
    <w:rsid w:val="003048C0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A0A5B"/>
    <w:rsid w:val="003A1176"/>
    <w:rsid w:val="003A6D87"/>
    <w:rsid w:val="003B346E"/>
    <w:rsid w:val="003C0BAE"/>
    <w:rsid w:val="003D05A4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194"/>
    <w:rsid w:val="0042745A"/>
    <w:rsid w:val="0043152B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A26"/>
    <w:rsid w:val="004C4470"/>
    <w:rsid w:val="004D5282"/>
    <w:rsid w:val="004F1551"/>
    <w:rsid w:val="004F55A3"/>
    <w:rsid w:val="0050496F"/>
    <w:rsid w:val="0050538C"/>
    <w:rsid w:val="0050664A"/>
    <w:rsid w:val="005102DF"/>
    <w:rsid w:val="00513B6F"/>
    <w:rsid w:val="00515CDF"/>
    <w:rsid w:val="00517C63"/>
    <w:rsid w:val="00526C94"/>
    <w:rsid w:val="0052714D"/>
    <w:rsid w:val="005363C4"/>
    <w:rsid w:val="00536BDE"/>
    <w:rsid w:val="00543ACC"/>
    <w:rsid w:val="00543FE3"/>
    <w:rsid w:val="0056696D"/>
    <w:rsid w:val="00573EF9"/>
    <w:rsid w:val="0059484D"/>
    <w:rsid w:val="005A0855"/>
    <w:rsid w:val="005A3196"/>
    <w:rsid w:val="005C080F"/>
    <w:rsid w:val="005C2789"/>
    <w:rsid w:val="005C3A83"/>
    <w:rsid w:val="005C55E5"/>
    <w:rsid w:val="005C696A"/>
    <w:rsid w:val="005E6E85"/>
    <w:rsid w:val="005F31D2"/>
    <w:rsid w:val="00605F0A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62A01"/>
    <w:rsid w:val="00671958"/>
    <w:rsid w:val="00675843"/>
    <w:rsid w:val="00676A10"/>
    <w:rsid w:val="00685CCD"/>
    <w:rsid w:val="00696477"/>
    <w:rsid w:val="006A02D5"/>
    <w:rsid w:val="006A2AAD"/>
    <w:rsid w:val="006A4353"/>
    <w:rsid w:val="006D050F"/>
    <w:rsid w:val="006D6139"/>
    <w:rsid w:val="006D769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4875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463"/>
    <w:rsid w:val="007A6E6E"/>
    <w:rsid w:val="007B0E4D"/>
    <w:rsid w:val="007C3299"/>
    <w:rsid w:val="007C3BCC"/>
    <w:rsid w:val="007C4546"/>
    <w:rsid w:val="007C791E"/>
    <w:rsid w:val="007D6E56"/>
    <w:rsid w:val="007F1652"/>
    <w:rsid w:val="007F4155"/>
    <w:rsid w:val="0081554D"/>
    <w:rsid w:val="0081707E"/>
    <w:rsid w:val="008449B3"/>
    <w:rsid w:val="00844B0E"/>
    <w:rsid w:val="0085747A"/>
    <w:rsid w:val="00875C93"/>
    <w:rsid w:val="00884922"/>
    <w:rsid w:val="00885F64"/>
    <w:rsid w:val="00886B17"/>
    <w:rsid w:val="008917F9"/>
    <w:rsid w:val="008927D9"/>
    <w:rsid w:val="008A1E88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E29"/>
    <w:rsid w:val="008F70AB"/>
    <w:rsid w:val="00911B27"/>
    <w:rsid w:val="00916188"/>
    <w:rsid w:val="00922BE5"/>
    <w:rsid w:val="00923D7D"/>
    <w:rsid w:val="00931506"/>
    <w:rsid w:val="009508DF"/>
    <w:rsid w:val="00950DAC"/>
    <w:rsid w:val="00954A07"/>
    <w:rsid w:val="00960011"/>
    <w:rsid w:val="00960781"/>
    <w:rsid w:val="00964FBA"/>
    <w:rsid w:val="00997F14"/>
    <w:rsid w:val="009A78D9"/>
    <w:rsid w:val="009B45B7"/>
    <w:rsid w:val="009B53BB"/>
    <w:rsid w:val="009B5CC9"/>
    <w:rsid w:val="009C1331"/>
    <w:rsid w:val="009C3E31"/>
    <w:rsid w:val="009C54AE"/>
    <w:rsid w:val="009C788E"/>
    <w:rsid w:val="009E2129"/>
    <w:rsid w:val="009E3B41"/>
    <w:rsid w:val="009E3DDB"/>
    <w:rsid w:val="009F3C5C"/>
    <w:rsid w:val="009F4610"/>
    <w:rsid w:val="00A00ECC"/>
    <w:rsid w:val="00A0489D"/>
    <w:rsid w:val="00A06980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1D08"/>
    <w:rsid w:val="00A97DE1"/>
    <w:rsid w:val="00AA35EA"/>
    <w:rsid w:val="00AB053C"/>
    <w:rsid w:val="00AB32CF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271EB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97D42"/>
    <w:rsid w:val="00BB23A1"/>
    <w:rsid w:val="00BB3009"/>
    <w:rsid w:val="00BB520A"/>
    <w:rsid w:val="00BC3625"/>
    <w:rsid w:val="00BD3869"/>
    <w:rsid w:val="00BD66E9"/>
    <w:rsid w:val="00BD6FF4"/>
    <w:rsid w:val="00BF2C41"/>
    <w:rsid w:val="00C058B4"/>
    <w:rsid w:val="00C05F44"/>
    <w:rsid w:val="00C105F8"/>
    <w:rsid w:val="00C10ED0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47435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3D4"/>
    <w:rsid w:val="00D05370"/>
    <w:rsid w:val="00D163CD"/>
    <w:rsid w:val="00D17C3C"/>
    <w:rsid w:val="00D26B2C"/>
    <w:rsid w:val="00D31EE0"/>
    <w:rsid w:val="00D3212A"/>
    <w:rsid w:val="00D352C9"/>
    <w:rsid w:val="00D35B76"/>
    <w:rsid w:val="00D41F6F"/>
    <w:rsid w:val="00D425B2"/>
    <w:rsid w:val="00D428D6"/>
    <w:rsid w:val="00D45ACC"/>
    <w:rsid w:val="00D552B2"/>
    <w:rsid w:val="00D608D1"/>
    <w:rsid w:val="00D67D55"/>
    <w:rsid w:val="00D74119"/>
    <w:rsid w:val="00D8075B"/>
    <w:rsid w:val="00D8672B"/>
    <w:rsid w:val="00D8678B"/>
    <w:rsid w:val="00DA2114"/>
    <w:rsid w:val="00DA323B"/>
    <w:rsid w:val="00DC4A9B"/>
    <w:rsid w:val="00DE09C0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46FF9"/>
    <w:rsid w:val="00E51E44"/>
    <w:rsid w:val="00E63348"/>
    <w:rsid w:val="00E76298"/>
    <w:rsid w:val="00E77E88"/>
    <w:rsid w:val="00E77E97"/>
    <w:rsid w:val="00E8107D"/>
    <w:rsid w:val="00E93383"/>
    <w:rsid w:val="00E960BB"/>
    <w:rsid w:val="00EA2041"/>
    <w:rsid w:val="00EA2074"/>
    <w:rsid w:val="00EA4832"/>
    <w:rsid w:val="00EA4E9D"/>
    <w:rsid w:val="00EB1BDF"/>
    <w:rsid w:val="00EC4899"/>
    <w:rsid w:val="00EC52DD"/>
    <w:rsid w:val="00ED03AB"/>
    <w:rsid w:val="00ED32D2"/>
    <w:rsid w:val="00ED6F1A"/>
    <w:rsid w:val="00EE32DE"/>
    <w:rsid w:val="00EE5457"/>
    <w:rsid w:val="00EE5606"/>
    <w:rsid w:val="00F02DD1"/>
    <w:rsid w:val="00F070AB"/>
    <w:rsid w:val="00F17567"/>
    <w:rsid w:val="00F27A7B"/>
    <w:rsid w:val="00F47417"/>
    <w:rsid w:val="00F51EF5"/>
    <w:rsid w:val="00F526AF"/>
    <w:rsid w:val="00F617C3"/>
    <w:rsid w:val="00F7066B"/>
    <w:rsid w:val="00F83B28"/>
    <w:rsid w:val="00F948B9"/>
    <w:rsid w:val="00F96E8F"/>
    <w:rsid w:val="00FA0896"/>
    <w:rsid w:val="00FA46E5"/>
    <w:rsid w:val="00FB7DBA"/>
    <w:rsid w:val="00FC1C25"/>
    <w:rsid w:val="00FC3F45"/>
    <w:rsid w:val="00FD503F"/>
    <w:rsid w:val="00FD5659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398C1A17-DECD-411A-88D8-7A0AD758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x4k7w5x">
    <w:name w:val="x4k7w5x"/>
    <w:basedOn w:val="Domylnaczcionkaakapitu"/>
    <w:rsid w:val="00D45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6F31A-9378-4FD7-B5FF-02290A970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8</cp:revision>
  <cp:lastPrinted>2019-12-09T10:29:00Z</cp:lastPrinted>
  <dcterms:created xsi:type="dcterms:W3CDTF">2022-12-23T13:06:00Z</dcterms:created>
  <dcterms:modified xsi:type="dcterms:W3CDTF">2023-05-30T15:57:00Z</dcterms:modified>
</cp:coreProperties>
</file>